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3B3" w:rsidRDefault="00346156" w:rsidP="00A273B3">
      <w:pPr>
        <w:rPr>
          <w:rFonts w:ascii="Calibri" w:hAnsi="Calibri"/>
        </w:rPr>
      </w:pPr>
      <w:r>
        <w:rPr>
          <w:rFonts w:ascii="Calibri" w:hAnsi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-23495</wp:posOffset>
                </wp:positionV>
                <wp:extent cx="6871335" cy="340995"/>
                <wp:effectExtent l="0" t="0" r="24765" b="20955"/>
                <wp:wrapNone/>
                <wp:docPr id="10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71335" cy="3409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02D" w:rsidRDefault="0095302D" w:rsidP="008D6BAF">
                            <w:pPr>
                              <w:spacing w:after="0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 xml:space="preserve">Date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et heure 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de ré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daction-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 xml:space="preserve">fiche : 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   R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emplie par 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(Nom-Fonction)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:</w:t>
                            </w:r>
                          </w:p>
                          <w:p w:rsidR="0095302D" w:rsidRDefault="0095302D" w:rsidP="008D6BA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44.2pt;margin-top:-1.85pt;width:541.05pt;height:26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" fillcolor="#d8d8d8 [2732]" strokeweight=".5pt">
                <v:path arrowok="t"/>
                <v:textbox>
                  <w:txbxContent>
                    <w:p w:rsidR="0095302D" w:rsidRDefault="0095302D" w:rsidP="008D6BAF">
                      <w:pPr>
                        <w:spacing w:after="0"/>
                        <w:rPr>
                          <w:rFonts w:ascii="Calibri" w:hAnsi="Calibri"/>
                          <w:b/>
                        </w:rPr>
                      </w:pPr>
                      <w:r w:rsidRPr="00DA358C">
                        <w:rPr>
                          <w:rFonts w:ascii="Calibri" w:hAnsi="Calibri"/>
                          <w:b/>
                        </w:rPr>
                        <w:t xml:space="preserve">Date 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et heure 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de ré</w:t>
                      </w:r>
                      <w:r>
                        <w:rPr>
                          <w:rFonts w:ascii="Calibri" w:hAnsi="Calibri"/>
                          <w:b/>
                        </w:rPr>
                        <w:t>daction-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 xml:space="preserve">fiche :                          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   R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emplie par </w:t>
                      </w:r>
                      <w:r>
                        <w:rPr>
                          <w:rFonts w:ascii="Calibri" w:hAnsi="Calibri"/>
                          <w:b/>
                        </w:rPr>
                        <w:t>(Nom-Fonction)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:</w:t>
                      </w:r>
                    </w:p>
                    <w:p w:rsidR="0095302D" w:rsidRDefault="0095302D" w:rsidP="008D6BA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E1117B" w:rsidRPr="00A273B3" w:rsidRDefault="00346156" w:rsidP="00A273B3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2776220</wp:posOffset>
                </wp:positionH>
                <wp:positionV relativeFrom="paragraph">
                  <wp:posOffset>324485</wp:posOffset>
                </wp:positionV>
                <wp:extent cx="3533775" cy="866140"/>
                <wp:effectExtent l="0" t="0" r="28575" b="10160"/>
                <wp:wrapNone/>
                <wp:docPr id="7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02D" w:rsidRPr="00524EC8" w:rsidRDefault="0095302D" w:rsidP="00524EC8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Type de handicap :</w:t>
                            </w:r>
                          </w:p>
                          <w:p w:rsidR="0095302D" w:rsidRPr="00C76420" w:rsidRDefault="0095302D" w:rsidP="00524EC8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 xml:space="preserve">□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M</w:t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 xml:space="preserve">oteur     □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P</w:t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 xml:space="preserve">sychique                                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 </w:t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 xml:space="preserve">□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M</w:t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 xml:space="preserve">ental      □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S</w:t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ensoriel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  ( □ </w:t>
                            </w:r>
                            <w:r w:rsidRPr="009A1AFD">
                              <w:rPr>
                                <w:rFonts w:ascii="Calibri" w:hAnsi="Calibri"/>
                                <w:sz w:val="20"/>
                              </w:rPr>
                              <w:t>audition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 ; □ vision)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7" type="#_x0000_t202" style="position:absolute;margin-left:218.6pt;margin-top:25.55pt;width:278.25pt;height:6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">
                <v:textbox>
                  <w:txbxContent>
                    <w:p w:rsidR="0095302D" w:rsidRPr="00524EC8" w:rsidRDefault="0095302D" w:rsidP="00524EC8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 w:rsidRPr="00524EC8">
                        <w:rPr>
                          <w:rFonts w:ascii="Calibri" w:hAnsi="Calibri"/>
                          <w:b/>
                        </w:rPr>
                        <w:t>Type de handicap :</w:t>
                      </w:r>
                    </w:p>
                    <w:p w:rsidR="0095302D" w:rsidRPr="00C76420" w:rsidRDefault="0095302D" w:rsidP="00524EC8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 w:rsidRPr="00524EC8">
                        <w:rPr>
                          <w:rFonts w:ascii="Calibri" w:hAnsi="Calibri"/>
                          <w:b/>
                        </w:rPr>
                        <w:t xml:space="preserve">□ </w:t>
                      </w:r>
                      <w:r>
                        <w:rPr>
                          <w:rFonts w:ascii="Calibri" w:hAnsi="Calibri"/>
                          <w:b/>
                        </w:rPr>
                        <w:t>M</w:t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 xml:space="preserve">oteur     □ </w:t>
                      </w:r>
                      <w:r>
                        <w:rPr>
                          <w:rFonts w:ascii="Calibri" w:hAnsi="Calibri"/>
                          <w:b/>
                        </w:rPr>
                        <w:t>P</w:t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 xml:space="preserve">sychique                                                         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 </w:t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 xml:space="preserve">□ </w:t>
                      </w:r>
                      <w:r>
                        <w:rPr>
                          <w:rFonts w:ascii="Calibri" w:hAnsi="Calibri"/>
                          <w:b/>
                        </w:rPr>
                        <w:t>M</w:t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 xml:space="preserve">ental      □ </w:t>
                      </w:r>
                      <w:r>
                        <w:rPr>
                          <w:rFonts w:ascii="Calibri" w:hAnsi="Calibri"/>
                          <w:b/>
                        </w:rPr>
                        <w:t>S</w:t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>ensoriel</w:t>
                      </w:r>
                      <w:r>
                        <w:rPr>
                          <w:rFonts w:ascii="Calibri" w:hAnsi="Calibri"/>
                        </w:rPr>
                        <w:t xml:space="preserve">  ( □ </w:t>
                      </w:r>
                      <w:r w:rsidRPr="009A1AFD">
                        <w:rPr>
                          <w:rFonts w:ascii="Calibri" w:hAnsi="Calibri"/>
                          <w:sz w:val="20"/>
                        </w:rPr>
                        <w:t>audition</w:t>
                      </w:r>
                      <w:r>
                        <w:rPr>
                          <w:rFonts w:ascii="Calibri" w:hAnsi="Calibri"/>
                          <w:sz w:val="20"/>
                        </w:rPr>
                        <w:t> ; □ vision)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324485</wp:posOffset>
                </wp:positionV>
                <wp:extent cx="3347085" cy="866140"/>
                <wp:effectExtent l="0" t="0" r="24765" b="1016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085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02D" w:rsidRPr="00524EC8" w:rsidRDefault="0095302D" w:rsidP="00524EC8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Nom :</w:t>
                            </w:r>
                          </w:p>
                          <w:p w:rsidR="0095302D" w:rsidRPr="00524EC8" w:rsidRDefault="0095302D" w:rsidP="00524EC8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Prénom :</w:t>
                            </w:r>
                          </w:p>
                          <w:p w:rsidR="0095302D" w:rsidRPr="00524EC8" w:rsidRDefault="0095302D" w:rsidP="00524EC8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Date de naissance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-44.95pt;margin-top:25.55pt;width:263.55pt;height:6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">
                <v:textbox>
                  <w:txbxContent>
                    <w:p w:rsidR="0095302D" w:rsidRPr="00524EC8" w:rsidRDefault="0095302D" w:rsidP="00524EC8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 w:rsidRPr="00524EC8">
                        <w:rPr>
                          <w:rFonts w:ascii="Calibri" w:hAnsi="Calibri"/>
                          <w:b/>
                        </w:rPr>
                        <w:t>Nom :</w:t>
                      </w:r>
                    </w:p>
                    <w:p w:rsidR="0095302D" w:rsidRPr="00524EC8" w:rsidRDefault="0095302D" w:rsidP="00524EC8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 w:rsidRPr="00524EC8">
                        <w:rPr>
                          <w:rFonts w:ascii="Calibri" w:hAnsi="Calibri"/>
                          <w:b/>
                        </w:rPr>
                        <w:t>Prénom :</w:t>
                      </w:r>
                    </w:p>
                    <w:p w:rsidR="0095302D" w:rsidRPr="00524EC8" w:rsidRDefault="0095302D" w:rsidP="00524EC8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 w:rsidRPr="00524EC8">
                        <w:rPr>
                          <w:rFonts w:ascii="Calibri" w:hAnsi="Calibri"/>
                          <w:b/>
                        </w:rPr>
                        <w:t>Date de naissance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6322695</wp:posOffset>
                </wp:positionV>
                <wp:extent cx="6892290" cy="285750"/>
                <wp:effectExtent l="0" t="0" r="22860" b="1905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2290" cy="285750"/>
                        </a:xfrm>
                        <a:prstGeom prst="rect">
                          <a:avLst/>
                        </a:prstGeom>
                        <a:solidFill>
                          <a:srgbClr val="F4CC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02D" w:rsidRPr="00D5037D" w:rsidRDefault="0095302D" w:rsidP="00D5037D">
                            <w:pP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PERSONNES A CONTACTER</w:t>
                            </w:r>
                            <w:r w:rsidRPr="00D5037D">
                              <w:rPr>
                                <w:rFonts w:ascii="Calibri" w:hAnsi="Calibri"/>
                                <w:b/>
                              </w:rPr>
                              <w:t xml:space="preserve"> (si différentes du représentant légal)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9" type="#_x0000_t202" style="position:absolute;margin-left:-45.4pt;margin-top:497.85pt;width:542.7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" fillcolor="#f4cc96">
                <v:textbox>
                  <w:txbxContent>
                    <w:p w:rsidR="0095302D" w:rsidRPr="00D5037D" w:rsidRDefault="0095302D" w:rsidP="00D5037D">
                      <w:pPr>
                        <w:rPr>
                          <w:rFonts w:ascii="Calibri" w:hAnsi="Calibri"/>
                          <w:b/>
                          <w:u w:val="single"/>
                        </w:rPr>
                      </w:pPr>
                      <w:r>
                        <w:rPr>
                          <w:rFonts w:ascii="Calibri" w:hAnsi="Calibri"/>
                          <w:b/>
                          <w:u w:val="single"/>
                        </w:rPr>
                        <w:t>PERSONNES A CONTACTER</w:t>
                      </w:r>
                      <w:r w:rsidRPr="00D5037D">
                        <w:rPr>
                          <w:rFonts w:ascii="Calibri" w:hAnsi="Calibri"/>
                          <w:b/>
                        </w:rPr>
                        <w:t xml:space="preserve"> (si différentes du représentant légal)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4018280</wp:posOffset>
                </wp:positionV>
                <wp:extent cx="6886575" cy="350520"/>
                <wp:effectExtent l="0" t="0" r="28575" b="1143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350520"/>
                        </a:xfrm>
                        <a:prstGeom prst="rect">
                          <a:avLst/>
                        </a:prstGeom>
                        <a:solidFill>
                          <a:srgbClr val="F4CC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02D" w:rsidRPr="00D5037D" w:rsidRDefault="0095302D">
                            <w:pP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45.4pt;margin-top:316.4pt;width:542.25pt;height:2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" fillcolor="#f4cc96">
                <v:textbox>
                  <w:txbxContent>
                    <w:p w:rsidR="0095302D" w:rsidRPr="00D5037D" w:rsidRDefault="0095302D">
                      <w:pPr>
                        <w:rPr>
                          <w:rFonts w:ascii="Calibri" w:hAnsi="Calibri"/>
                          <w:b/>
                          <w:u w:val="single"/>
                        </w:rPr>
                      </w:pPr>
                      <w:r>
                        <w:rPr>
                          <w:rFonts w:ascii="Calibri" w:hAnsi="Calibri"/>
                          <w:b/>
                          <w:u w:val="single"/>
                        </w:rPr>
                        <w:t>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79744" behindDoc="0" locked="0" layoutInCell="1" allowOverlap="1">
                <wp:simplePos x="0" y="0"/>
                <wp:positionH relativeFrom="column">
                  <wp:posOffset>1751329</wp:posOffset>
                </wp:positionH>
                <wp:positionV relativeFrom="paragraph">
                  <wp:posOffset>1546860</wp:posOffset>
                </wp:positionV>
                <wp:extent cx="0" cy="1483995"/>
                <wp:effectExtent l="0" t="0" r="19050" b="20955"/>
                <wp:wrapNone/>
                <wp:docPr id="17" name="Connecteur droi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839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7" o:spid="_x0000_s1026" style="position:absolute;z-index:2516797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137.9pt,121.8pt" to="137.9pt,2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" strokecolor="black [3213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7889240</wp:posOffset>
                </wp:positionV>
                <wp:extent cx="6886575" cy="276225"/>
                <wp:effectExtent l="0" t="0" r="28575" b="28575"/>
                <wp:wrapNone/>
                <wp:docPr id="25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2762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02D" w:rsidRPr="007F6924" w:rsidRDefault="0095302D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7F6924">
                              <w:rPr>
                                <w:rFonts w:ascii="Calibri" w:hAnsi="Calibri"/>
                                <w:b/>
                              </w:rPr>
                              <w:t>Existence de directives anticipées :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 □ Oui    </w:t>
                            </w:r>
                            <w:r w:rsidRPr="007F6924">
                              <w:rPr>
                                <w:rFonts w:ascii="Calibri" w:hAnsi="Calibri"/>
                                <w:b/>
                              </w:rPr>
                              <w:t xml:space="preserve"> □ Non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           Modalités :………………………………………………..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31" type="#_x0000_t202" style="position:absolute;margin-left:-45.4pt;margin-top:621.2pt;width:542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" fillcolor="#666 [1951]" strokeweight=".5pt">
                <v:path arrowok="t"/>
                <v:textbox>
                  <w:txbxContent>
                    <w:p w:rsidR="0095302D" w:rsidRPr="007F6924" w:rsidRDefault="0095302D">
                      <w:pPr>
                        <w:rPr>
                          <w:rFonts w:ascii="Calibri" w:hAnsi="Calibri"/>
                          <w:b/>
                        </w:rPr>
                      </w:pPr>
                      <w:r w:rsidRPr="007F6924">
                        <w:rPr>
                          <w:rFonts w:ascii="Calibri" w:hAnsi="Calibri"/>
                          <w:b/>
                        </w:rPr>
                        <w:t>Existence de directives anticipées :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 □ Oui    </w:t>
                      </w:r>
                      <w:r w:rsidRPr="007F6924">
                        <w:rPr>
                          <w:rFonts w:ascii="Calibri" w:hAnsi="Calibri"/>
                          <w:b/>
                        </w:rPr>
                        <w:t xml:space="preserve"> □ Non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           Modalités :………………………………………………..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2877185</wp:posOffset>
                </wp:positionH>
                <wp:positionV relativeFrom="paragraph">
                  <wp:posOffset>6608445</wp:posOffset>
                </wp:positionV>
                <wp:extent cx="3438525" cy="1280795"/>
                <wp:effectExtent l="0" t="0" r="28575" b="14605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1280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02D" w:rsidRPr="000F2607" w:rsidRDefault="0095302D" w:rsidP="00B44DB2">
                            <w:pPr>
                              <w:spacing w:after="40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0F2607">
                              <w:rPr>
                                <w:rFonts w:ascii="Calibri" w:hAnsi="Calibri"/>
                                <w:b/>
                              </w:rPr>
                              <w:t>Nom :                                         Prénom :</w:t>
                            </w:r>
                          </w:p>
                          <w:p w:rsidR="0095302D" w:rsidRPr="000F2607" w:rsidRDefault="0095302D" w:rsidP="00B44DB2">
                            <w:pPr>
                              <w:spacing w:after="40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0F2607">
                              <w:rPr>
                                <w:rFonts w:ascii="Calibri" w:hAnsi="Calibri"/>
                                <w:b/>
                              </w:rPr>
                              <w:t>Lien de parenté :</w:t>
                            </w:r>
                          </w:p>
                          <w:p w:rsidR="0095302D" w:rsidRPr="000F2607" w:rsidRDefault="0095302D" w:rsidP="004E402E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0F2607">
                              <w:rPr>
                                <w:rFonts w:ascii="Calibri" w:hAnsi="Calibri"/>
                                <w:b/>
                              </w:rPr>
                              <w:t>Adresse :</w:t>
                            </w:r>
                          </w:p>
                          <w:p w:rsidR="0095302D" w:rsidRPr="000F2607" w:rsidRDefault="0095302D" w:rsidP="004E402E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0F2607">
                              <w:rPr>
                                <w:rFonts w:ascii="Calibri" w:hAnsi="Calibri"/>
                                <w:b/>
                              </w:rPr>
                              <w:t>N° de téléphone :</w:t>
                            </w:r>
                          </w:p>
                          <w:p w:rsidR="0095302D" w:rsidRDefault="0095302D" w:rsidP="000F26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26.55pt;margin-top:520.35pt;width:270.75pt;height:100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">
                <v:textbox>
                  <w:txbxContent>
                    <w:p w:rsidR="0095302D" w:rsidRPr="000F2607" w:rsidRDefault="0095302D" w:rsidP="00B44DB2">
                      <w:pPr>
                        <w:spacing w:after="40"/>
                        <w:rPr>
                          <w:rFonts w:ascii="Calibri" w:hAnsi="Calibri"/>
                          <w:b/>
                        </w:rPr>
                      </w:pPr>
                      <w:r w:rsidRPr="000F2607">
                        <w:rPr>
                          <w:rFonts w:ascii="Calibri" w:hAnsi="Calibri"/>
                          <w:b/>
                        </w:rPr>
                        <w:t>Nom :                                         Prénom :</w:t>
                      </w:r>
                    </w:p>
                    <w:p w:rsidR="0095302D" w:rsidRPr="000F2607" w:rsidRDefault="0095302D" w:rsidP="00B44DB2">
                      <w:pPr>
                        <w:spacing w:after="40"/>
                        <w:rPr>
                          <w:rFonts w:ascii="Calibri" w:hAnsi="Calibri"/>
                          <w:b/>
                        </w:rPr>
                      </w:pPr>
                      <w:r w:rsidRPr="000F2607">
                        <w:rPr>
                          <w:rFonts w:ascii="Calibri" w:hAnsi="Calibri"/>
                          <w:b/>
                        </w:rPr>
                        <w:t>Lien de parenté :</w:t>
                      </w:r>
                    </w:p>
                    <w:p w:rsidR="0095302D" w:rsidRPr="000F2607" w:rsidRDefault="0095302D" w:rsidP="004E402E">
                      <w:pPr>
                        <w:rPr>
                          <w:rFonts w:ascii="Calibri" w:hAnsi="Calibri"/>
                          <w:b/>
                        </w:rPr>
                      </w:pPr>
                      <w:r w:rsidRPr="000F2607">
                        <w:rPr>
                          <w:rFonts w:ascii="Calibri" w:hAnsi="Calibri"/>
                          <w:b/>
                        </w:rPr>
                        <w:t>Adresse :</w:t>
                      </w:r>
                    </w:p>
                    <w:p w:rsidR="0095302D" w:rsidRPr="000F2607" w:rsidRDefault="0095302D" w:rsidP="004E402E">
                      <w:pPr>
                        <w:rPr>
                          <w:rFonts w:ascii="Calibri" w:hAnsi="Calibri"/>
                          <w:b/>
                        </w:rPr>
                      </w:pPr>
                      <w:r w:rsidRPr="000F2607">
                        <w:rPr>
                          <w:rFonts w:ascii="Calibri" w:hAnsi="Calibri"/>
                          <w:b/>
                        </w:rPr>
                        <w:t>N° de téléphone :</w:t>
                      </w:r>
                    </w:p>
                    <w:p w:rsidR="0095302D" w:rsidRDefault="0095302D" w:rsidP="000F260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6608445</wp:posOffset>
                </wp:positionV>
                <wp:extent cx="3448050" cy="1280795"/>
                <wp:effectExtent l="0" t="0" r="19050" b="14605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280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02D" w:rsidRPr="000F2607" w:rsidRDefault="0095302D" w:rsidP="00B44DB2">
                            <w:pPr>
                              <w:spacing w:after="40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0F2607">
                              <w:rPr>
                                <w:rFonts w:ascii="Calibri" w:hAnsi="Calibri"/>
                                <w:b/>
                              </w:rPr>
                              <w:t>Nom :                                         Prénom :</w:t>
                            </w:r>
                          </w:p>
                          <w:p w:rsidR="0095302D" w:rsidRPr="000F2607" w:rsidRDefault="0095302D" w:rsidP="00B44DB2">
                            <w:pPr>
                              <w:spacing w:after="40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0F2607">
                              <w:rPr>
                                <w:rFonts w:ascii="Calibri" w:hAnsi="Calibri"/>
                                <w:b/>
                              </w:rPr>
                              <w:t>Lien de parenté :</w:t>
                            </w:r>
                          </w:p>
                          <w:p w:rsidR="0095302D" w:rsidRPr="000F2607" w:rsidRDefault="0095302D" w:rsidP="004E402E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0F2607">
                              <w:rPr>
                                <w:rFonts w:ascii="Calibri" w:hAnsi="Calibri"/>
                                <w:b/>
                              </w:rPr>
                              <w:t>Adresse :</w:t>
                            </w:r>
                          </w:p>
                          <w:p w:rsidR="0095302D" w:rsidRDefault="0095302D" w:rsidP="004E402E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0F2607">
                              <w:rPr>
                                <w:rFonts w:ascii="Calibri" w:hAnsi="Calibri"/>
                                <w:b/>
                              </w:rPr>
                              <w:t>N° de téléphone :</w:t>
                            </w:r>
                          </w:p>
                          <w:p w:rsidR="0095302D" w:rsidRPr="000F2607" w:rsidRDefault="0095302D" w:rsidP="004E402E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B3272F">
                              <w:rPr>
                                <w:rFonts w:ascii="Calibri" w:hAnsi="Calibri"/>
                                <w:b/>
                              </w:rPr>
                              <w:t>Pré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venu du transfert :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sym w:font="Wingdings 2" w:char="F0A3"/>
                            </w:r>
                            <w:r w:rsidR="00567845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OUI      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sym w:font="Wingdings 2" w:char="F0A3"/>
                            </w:r>
                            <w:r w:rsidR="00567845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Pr="00B3272F">
                              <w:rPr>
                                <w:rFonts w:ascii="Calibri" w:hAnsi="Calibri"/>
                                <w:b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45.4pt;margin-top:520.35pt;width:271.5pt;height:100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">
                <v:textbox>
                  <w:txbxContent>
                    <w:p w:rsidR="0095302D" w:rsidRPr="000F2607" w:rsidRDefault="0095302D" w:rsidP="00B44DB2">
                      <w:pPr>
                        <w:spacing w:after="40"/>
                        <w:rPr>
                          <w:rFonts w:ascii="Calibri" w:hAnsi="Calibri"/>
                          <w:b/>
                        </w:rPr>
                      </w:pPr>
                      <w:r w:rsidRPr="000F2607">
                        <w:rPr>
                          <w:rFonts w:ascii="Calibri" w:hAnsi="Calibri"/>
                          <w:b/>
                        </w:rPr>
                        <w:t>Nom :                                         Prénom :</w:t>
                      </w:r>
                    </w:p>
                    <w:p w:rsidR="0095302D" w:rsidRPr="000F2607" w:rsidRDefault="0095302D" w:rsidP="00B44DB2">
                      <w:pPr>
                        <w:spacing w:after="40"/>
                        <w:rPr>
                          <w:rFonts w:ascii="Calibri" w:hAnsi="Calibri"/>
                          <w:b/>
                        </w:rPr>
                      </w:pPr>
                      <w:r w:rsidRPr="000F2607">
                        <w:rPr>
                          <w:rFonts w:ascii="Calibri" w:hAnsi="Calibri"/>
                          <w:b/>
                        </w:rPr>
                        <w:t>Lien de parenté :</w:t>
                      </w:r>
                    </w:p>
                    <w:p w:rsidR="0095302D" w:rsidRPr="000F2607" w:rsidRDefault="0095302D" w:rsidP="004E402E">
                      <w:pPr>
                        <w:rPr>
                          <w:rFonts w:ascii="Calibri" w:hAnsi="Calibri"/>
                          <w:b/>
                        </w:rPr>
                      </w:pPr>
                      <w:r w:rsidRPr="000F2607">
                        <w:rPr>
                          <w:rFonts w:ascii="Calibri" w:hAnsi="Calibri"/>
                          <w:b/>
                        </w:rPr>
                        <w:t>Adresse :</w:t>
                      </w:r>
                    </w:p>
                    <w:p w:rsidR="0095302D" w:rsidRDefault="0095302D" w:rsidP="004E402E">
                      <w:pPr>
                        <w:rPr>
                          <w:rFonts w:ascii="Calibri" w:hAnsi="Calibri"/>
                          <w:b/>
                        </w:rPr>
                      </w:pPr>
                      <w:r w:rsidRPr="000F2607">
                        <w:rPr>
                          <w:rFonts w:ascii="Calibri" w:hAnsi="Calibri"/>
                          <w:b/>
                        </w:rPr>
                        <w:t>N° de téléphone :</w:t>
                      </w:r>
                    </w:p>
                    <w:p w:rsidR="0095302D" w:rsidRPr="000F2607" w:rsidRDefault="0095302D" w:rsidP="004E402E">
                      <w:pPr>
                        <w:rPr>
                          <w:rFonts w:ascii="Calibri" w:hAnsi="Calibri"/>
                          <w:b/>
                        </w:rPr>
                      </w:pPr>
                      <w:r w:rsidRPr="00B3272F">
                        <w:rPr>
                          <w:rFonts w:ascii="Calibri" w:hAnsi="Calibri"/>
                          <w:b/>
                        </w:rPr>
                        <w:t>Pré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venu du transfert : </w:t>
                      </w:r>
                      <w:r>
                        <w:rPr>
                          <w:rFonts w:ascii="Calibri" w:hAnsi="Calibri"/>
                          <w:b/>
                        </w:rPr>
                        <w:sym w:font="Wingdings 2" w:char="F0A3"/>
                      </w:r>
                      <w:r w:rsidR="00567845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OUI       </w:t>
                      </w:r>
                      <w:r>
                        <w:rPr>
                          <w:rFonts w:ascii="Calibri" w:hAnsi="Calibri"/>
                          <w:b/>
                        </w:rPr>
                        <w:sym w:font="Wingdings 2" w:char="F0A3"/>
                      </w:r>
                      <w:r w:rsidR="00567845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Pr="00B3272F">
                        <w:rPr>
                          <w:rFonts w:ascii="Calibri" w:hAnsi="Calibri"/>
                          <w:b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4868545</wp:posOffset>
                </wp:positionV>
                <wp:extent cx="6886575" cy="285750"/>
                <wp:effectExtent l="0" t="0" r="28575" b="1905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85750"/>
                        </a:xfrm>
                        <a:prstGeom prst="rect">
                          <a:avLst/>
                        </a:prstGeom>
                        <a:solidFill>
                          <a:srgbClr val="F4CC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02D" w:rsidRPr="00D5037D" w:rsidRDefault="0095302D" w:rsidP="00D5037D">
                            <w:pP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REPRESENTANT LEGAL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45.4pt;margin-top:383.35pt;width:542.25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" fillcolor="#f4cc96">
                <v:textbox>
                  <w:txbxContent>
                    <w:p w:rsidR="0095302D" w:rsidRPr="00D5037D" w:rsidRDefault="0095302D" w:rsidP="00D5037D">
                      <w:pPr>
                        <w:rPr>
                          <w:rFonts w:ascii="Calibri" w:hAnsi="Calibri"/>
                          <w:b/>
                          <w:u w:val="single"/>
                        </w:rPr>
                      </w:pPr>
                      <w:r>
                        <w:rPr>
                          <w:rFonts w:ascii="Calibri" w:hAnsi="Calibri"/>
                          <w:b/>
                          <w:u w:val="single"/>
                        </w:rPr>
                        <w:t>REPRESENTANT LEGAL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4368800</wp:posOffset>
                </wp:positionV>
                <wp:extent cx="6886575" cy="1953895"/>
                <wp:effectExtent l="0" t="0" r="28575" b="27305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19538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5302D" w:rsidRDefault="0095302D" w:rsidP="00524EC8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Etablissement d’hébergement :   </w:t>
                            </w:r>
                            <w:r w:rsidRPr="000E244D">
                              <w:rPr>
                                <w:rFonts w:ascii="Calibri" w:hAnsi="Calibri"/>
                              </w:rPr>
                              <w:t>□ M</w:t>
                            </w:r>
                            <w:r>
                              <w:rPr>
                                <w:rFonts w:ascii="Calibri" w:hAnsi="Calibri"/>
                              </w:rPr>
                              <w:t>aison d’</w:t>
                            </w:r>
                            <w:r w:rsidRPr="000E244D">
                              <w:rPr>
                                <w:rFonts w:ascii="Calibri" w:hAnsi="Calibri"/>
                              </w:rPr>
                              <w:t>A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ccueil </w:t>
                            </w:r>
                            <w:r w:rsidRPr="000E244D">
                              <w:rPr>
                                <w:rFonts w:ascii="Calibri" w:hAnsi="Calibri"/>
                              </w:rPr>
                              <w:t>S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pécialisé-MAS             </w:t>
                            </w:r>
                            <w:r w:rsidRPr="000E244D">
                              <w:rPr>
                                <w:rFonts w:ascii="Calibri" w:hAnsi="Calibri"/>
                              </w:rPr>
                              <w:t xml:space="preserve"> □ F</w:t>
                            </w:r>
                            <w:r>
                              <w:rPr>
                                <w:rFonts w:ascii="Calibri" w:hAnsi="Calibri"/>
                              </w:rPr>
                              <w:t>oyer d’</w:t>
                            </w:r>
                            <w:r w:rsidRPr="000E244D">
                              <w:rPr>
                                <w:rFonts w:ascii="Calibri" w:hAnsi="Calibri"/>
                              </w:rPr>
                              <w:t>A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ccueil </w:t>
                            </w:r>
                            <w:r w:rsidRPr="000E244D">
                              <w:rPr>
                                <w:rFonts w:ascii="Calibri" w:hAnsi="Calibri"/>
                              </w:rPr>
                              <w:t>M</w:t>
                            </w:r>
                            <w:r>
                              <w:rPr>
                                <w:rFonts w:ascii="Calibri" w:hAnsi="Calibri"/>
                              </w:rPr>
                              <w:t>édicalisé-FAM</w:t>
                            </w:r>
                            <w:r w:rsidRPr="000E244D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  </w:t>
                            </w:r>
                          </w:p>
                          <w:p w:rsidR="0095302D" w:rsidRDefault="0095302D" w:rsidP="00D12D3A">
                            <w:pPr>
                              <w:spacing w:after="120"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Adresse de l’établissement :</w:t>
                            </w:r>
                          </w:p>
                          <w:p w:rsidR="0095302D" w:rsidRPr="00B44DB2" w:rsidRDefault="0095302D" w:rsidP="00D12D3A">
                            <w:pPr>
                              <w:spacing w:after="240"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:rsidR="0095302D" w:rsidRPr="000E244D" w:rsidRDefault="0095302D" w:rsidP="00524EC8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0E244D">
                              <w:rPr>
                                <w:rFonts w:ascii="Calibri" w:hAnsi="Calibri"/>
                                <w:b/>
                              </w:rPr>
                              <w:t>□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Pr="000E244D">
                              <w:rPr>
                                <w:rFonts w:ascii="Calibri" w:hAnsi="Calibri"/>
                                <w:b/>
                              </w:rPr>
                              <w:t xml:space="preserve"> famille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   □  tuteur    □  curateur</w:t>
                            </w:r>
                          </w:p>
                          <w:p w:rsidR="0095302D" w:rsidRDefault="0095302D" w:rsidP="00524EC8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F20A31">
                              <w:rPr>
                                <w:rFonts w:ascii="Calibri" w:hAnsi="Calibri"/>
                                <w:b/>
                              </w:rPr>
                              <w:t>Nom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 :                                                                                    Prénom :</w:t>
                            </w:r>
                          </w:p>
                          <w:p w:rsidR="0095302D" w:rsidRDefault="0095302D" w:rsidP="00524EC8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N° de téléphone :                                                                N° de mobile :</w:t>
                            </w:r>
                          </w:p>
                          <w:p w:rsidR="0095302D" w:rsidRPr="00F20A31" w:rsidRDefault="0095302D" w:rsidP="00524EC8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Prévenu du transfert : </w:t>
                            </w:r>
                            <w:r w:rsidRPr="00B3272F">
                              <w:rPr>
                                <w:rFonts w:ascii="Calibri" w:hAnsi="Calibri"/>
                                <w:b/>
                                <w:sz w:val="18"/>
                              </w:rPr>
                              <w:sym w:font="Wingdings 2" w:char="F0A3"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OUI       </w:t>
                            </w:r>
                            <w:r w:rsidRPr="00B3272F">
                              <w:rPr>
                                <w:rFonts w:ascii="Calibri" w:hAnsi="Calibri"/>
                                <w:b/>
                                <w:sz w:val="18"/>
                              </w:rPr>
                              <w:sym w:font="Wingdings 2" w:char="F0A3"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5" type="#_x0000_t202" style="position:absolute;margin-left:-45.4pt;margin-top:344pt;width:542.25pt;height:153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" fillcolor="window" strokeweight=".5pt">
                <v:path arrowok="t"/>
                <v:textbox>
                  <w:txbxContent>
                    <w:p w:rsidR="0095302D" w:rsidRDefault="0095302D" w:rsidP="00524EC8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Etablissement d’hébergement :   </w:t>
                      </w:r>
                      <w:r w:rsidRPr="000E244D">
                        <w:rPr>
                          <w:rFonts w:ascii="Calibri" w:hAnsi="Calibri"/>
                        </w:rPr>
                        <w:t>□ M</w:t>
                      </w:r>
                      <w:r>
                        <w:rPr>
                          <w:rFonts w:ascii="Calibri" w:hAnsi="Calibri"/>
                        </w:rPr>
                        <w:t>aison d’</w:t>
                      </w:r>
                      <w:r w:rsidRPr="000E244D">
                        <w:rPr>
                          <w:rFonts w:ascii="Calibri" w:hAnsi="Calibri"/>
                        </w:rPr>
                        <w:t>A</w:t>
                      </w:r>
                      <w:r>
                        <w:rPr>
                          <w:rFonts w:ascii="Calibri" w:hAnsi="Calibri"/>
                        </w:rPr>
                        <w:t xml:space="preserve">ccueil </w:t>
                      </w:r>
                      <w:r w:rsidRPr="000E244D">
                        <w:rPr>
                          <w:rFonts w:ascii="Calibri" w:hAnsi="Calibri"/>
                        </w:rPr>
                        <w:t>S</w:t>
                      </w:r>
                      <w:r>
                        <w:rPr>
                          <w:rFonts w:ascii="Calibri" w:hAnsi="Calibri"/>
                        </w:rPr>
                        <w:t xml:space="preserve">pécialisé-MAS             </w:t>
                      </w:r>
                      <w:r w:rsidRPr="000E244D">
                        <w:rPr>
                          <w:rFonts w:ascii="Calibri" w:hAnsi="Calibri"/>
                        </w:rPr>
                        <w:t xml:space="preserve"> □ F</w:t>
                      </w:r>
                      <w:r>
                        <w:rPr>
                          <w:rFonts w:ascii="Calibri" w:hAnsi="Calibri"/>
                        </w:rPr>
                        <w:t>oyer d’</w:t>
                      </w:r>
                      <w:r w:rsidRPr="000E244D">
                        <w:rPr>
                          <w:rFonts w:ascii="Calibri" w:hAnsi="Calibri"/>
                        </w:rPr>
                        <w:t>A</w:t>
                      </w:r>
                      <w:r>
                        <w:rPr>
                          <w:rFonts w:ascii="Calibri" w:hAnsi="Calibri"/>
                        </w:rPr>
                        <w:t xml:space="preserve">ccueil </w:t>
                      </w:r>
                      <w:r w:rsidRPr="000E244D">
                        <w:rPr>
                          <w:rFonts w:ascii="Calibri" w:hAnsi="Calibri"/>
                        </w:rPr>
                        <w:t>M</w:t>
                      </w:r>
                      <w:r>
                        <w:rPr>
                          <w:rFonts w:ascii="Calibri" w:hAnsi="Calibri"/>
                        </w:rPr>
                        <w:t>édicalisé-FAM</w:t>
                      </w:r>
                      <w:r w:rsidRPr="000E244D"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 xml:space="preserve">    </w:t>
                      </w:r>
                    </w:p>
                    <w:p w:rsidR="0095302D" w:rsidRDefault="0095302D" w:rsidP="00D12D3A">
                      <w:pPr>
                        <w:spacing w:after="120" w:line="240" w:lineRule="auto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Adresse de l’établissement :</w:t>
                      </w:r>
                    </w:p>
                    <w:p w:rsidR="0095302D" w:rsidRPr="00B44DB2" w:rsidRDefault="0095302D" w:rsidP="00D12D3A">
                      <w:pPr>
                        <w:spacing w:after="240" w:line="240" w:lineRule="auto"/>
                        <w:rPr>
                          <w:rFonts w:ascii="Calibri" w:hAnsi="Calibri"/>
                          <w:b/>
                        </w:rPr>
                      </w:pPr>
                    </w:p>
                    <w:p w:rsidR="0095302D" w:rsidRPr="000E244D" w:rsidRDefault="0095302D" w:rsidP="00524EC8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 w:rsidRPr="000E244D">
                        <w:rPr>
                          <w:rFonts w:ascii="Calibri" w:hAnsi="Calibri"/>
                          <w:b/>
                        </w:rPr>
                        <w:t>□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Pr="000E244D">
                        <w:rPr>
                          <w:rFonts w:ascii="Calibri" w:hAnsi="Calibri"/>
                          <w:b/>
                        </w:rPr>
                        <w:t xml:space="preserve"> famille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   □  tuteur    □  curateur</w:t>
                      </w:r>
                    </w:p>
                    <w:p w:rsidR="0095302D" w:rsidRDefault="0095302D" w:rsidP="00524EC8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 w:rsidRPr="00F20A31">
                        <w:rPr>
                          <w:rFonts w:ascii="Calibri" w:hAnsi="Calibri"/>
                          <w:b/>
                        </w:rPr>
                        <w:t>Nom</w:t>
                      </w:r>
                      <w:r>
                        <w:rPr>
                          <w:rFonts w:ascii="Calibri" w:hAnsi="Calibri"/>
                          <w:b/>
                        </w:rPr>
                        <w:t> :                                                                                    Prénom :</w:t>
                      </w:r>
                    </w:p>
                    <w:p w:rsidR="0095302D" w:rsidRDefault="0095302D" w:rsidP="00524EC8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N° de téléphone :                                                                N° de mobile :</w:t>
                      </w:r>
                    </w:p>
                    <w:p w:rsidR="0095302D" w:rsidRPr="00F20A31" w:rsidRDefault="0095302D" w:rsidP="00524EC8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Prévenu du transfert : </w:t>
                      </w:r>
                      <w:r w:rsidRPr="00B3272F">
                        <w:rPr>
                          <w:rFonts w:ascii="Calibri" w:hAnsi="Calibri"/>
                          <w:b/>
                          <w:sz w:val="18"/>
                        </w:rPr>
                        <w:sym w:font="Wingdings 2" w:char="F0A3"/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OUI       </w:t>
                      </w:r>
                      <w:r w:rsidRPr="00B3272F">
                        <w:rPr>
                          <w:rFonts w:ascii="Calibri" w:hAnsi="Calibri"/>
                          <w:b/>
                          <w:sz w:val="18"/>
                        </w:rPr>
                        <w:sym w:font="Wingdings 2" w:char="F0A3"/>
                      </w:r>
                      <w:r>
                        <w:rPr>
                          <w:rFonts w:ascii="Calibri" w:hAnsi="Calibri"/>
                          <w:b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3286125</wp:posOffset>
                </wp:positionV>
                <wp:extent cx="6886575" cy="732155"/>
                <wp:effectExtent l="0" t="0" r="28575" b="10795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73215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02D" w:rsidRPr="00E501BF" w:rsidRDefault="0095302D" w:rsidP="00B3272F">
                            <w:pPr>
                              <w:spacing w:after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CONTACT</w:t>
                            </w:r>
                            <w:r w:rsidR="00FB7714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E62704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sym w:font="Wingdings" w:char="F028"/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B3272F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>service infirmier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de l’EMS </w:t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: </w:t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    –     –     –    </w:t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>–   de …….heure à ……heure</w:t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ab/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ab/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ab/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ab/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ab/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sym w:font="Wingdings" w:char="F028"/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E62704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>lieu de vie de l’usager</w:t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 à l’EMS :      –     –     </w:t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 – </w:t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  .…  </w:t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- </w:t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….               .                </w:t>
                            </w:r>
                            <w:r w:rsidRPr="00E62704"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 xml:space="preserve">   </w:t>
                            </w:r>
                          </w:p>
                          <w:p w:rsidR="0095302D" w:rsidRPr="00B3272F" w:rsidRDefault="0095302D" w:rsidP="00B3272F">
                            <w:pPr>
                              <w:spacing w:after="0"/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ab/>
                            </w:r>
                            <w:r w:rsidRPr="00B3272F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 xml:space="preserve">Nom 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 xml:space="preserve">et localité d’exercice </w:t>
                            </w:r>
                            <w:r w:rsidRPr="00B3272F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>du médecin traitant</w:t>
                            </w:r>
                            <w:r w:rsidRPr="00B3272F"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> :…………………………………………</w:t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>…………….</w:t>
                            </w:r>
                            <w:r w:rsidRPr="00B3272F">
                              <w:rPr>
                                <w:rFonts w:ascii="Calibri" w:hAnsi="Calibri"/>
                                <w:sz w:val="24"/>
                                <w:szCs w:val="24"/>
                                <w:highlight w:val="yellow"/>
                              </w:rPr>
                              <w:t>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45.4pt;margin-top:258.75pt;width:542.25pt;height:5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" fillcolor="#a6a6a6">
                <v:textbox>
                  <w:txbxContent>
                    <w:p w:rsidR="0095302D" w:rsidRPr="00E501BF" w:rsidRDefault="0095302D" w:rsidP="00B3272F">
                      <w:pPr>
                        <w:spacing w:after="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CONTACT</w:t>
                      </w:r>
                      <w:r w:rsidR="00FB7714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ab/>
                      </w:r>
                      <w:r w:rsidRPr="00E62704">
                        <w:rPr>
                          <w:rFonts w:ascii="Calibri" w:hAnsi="Calibri"/>
                          <w:b/>
                          <w:sz w:val="24"/>
                          <w:szCs w:val="24"/>
                          <w:highlight w:val="yellow"/>
                        </w:rPr>
                        <w:sym w:font="Wingdings" w:char="F028"/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 w:rsidRPr="00B3272F">
                        <w:rPr>
                          <w:rFonts w:ascii="Calibri" w:hAnsi="Calibri"/>
                          <w:b/>
                          <w:sz w:val="24"/>
                          <w:szCs w:val="24"/>
                          <w:highlight w:val="yellow"/>
                        </w:rPr>
                        <w:t>service infirmier</w:t>
                      </w: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de l’EMS </w:t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: </w:t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    –     –     –    </w:t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>–   de …….heure à ……heure</w:t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</w:rPr>
                        <w:t xml:space="preserve"> </w:t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</w:rPr>
                        <w:tab/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</w:rPr>
                        <w:tab/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</w:rPr>
                        <w:tab/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</w:rPr>
                        <w:tab/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</w:rPr>
                        <w:tab/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sym w:font="Wingdings" w:char="F028"/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 w:rsidRPr="00E62704">
                        <w:rPr>
                          <w:rFonts w:ascii="Calibri" w:hAnsi="Calibri"/>
                          <w:b/>
                          <w:sz w:val="24"/>
                          <w:szCs w:val="24"/>
                          <w:highlight w:val="yellow"/>
                        </w:rPr>
                        <w:t>lieu de vie de l’usager</w:t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 à l’EMS :      –     –     </w:t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 – </w:t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  .…  </w:t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- </w:t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….               .                </w:t>
                      </w:r>
                      <w:r w:rsidRPr="00E62704"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 xml:space="preserve">   </w:t>
                      </w:r>
                    </w:p>
                    <w:p w:rsidR="0095302D" w:rsidRPr="00B3272F" w:rsidRDefault="0095302D" w:rsidP="00B3272F">
                      <w:pPr>
                        <w:spacing w:after="0"/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</w:rPr>
                        <w:tab/>
                      </w:r>
                      <w:r w:rsidRPr="00B3272F">
                        <w:rPr>
                          <w:rFonts w:ascii="Calibri" w:hAnsi="Calibri"/>
                          <w:b/>
                          <w:sz w:val="24"/>
                          <w:szCs w:val="24"/>
                          <w:highlight w:val="yellow"/>
                        </w:rPr>
                        <w:t xml:space="preserve">Nom </w:t>
                      </w: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  <w:highlight w:val="yellow"/>
                        </w:rPr>
                        <w:t xml:space="preserve">et localité d’exercice </w:t>
                      </w:r>
                      <w:r w:rsidRPr="00B3272F">
                        <w:rPr>
                          <w:rFonts w:ascii="Calibri" w:hAnsi="Calibri"/>
                          <w:b/>
                          <w:sz w:val="24"/>
                          <w:szCs w:val="24"/>
                          <w:highlight w:val="yellow"/>
                        </w:rPr>
                        <w:t>du médecin traitant</w:t>
                      </w:r>
                      <w:r w:rsidRPr="00B3272F"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> :…………………………………………</w:t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>…………….</w:t>
                      </w:r>
                      <w:r w:rsidRPr="00B3272F">
                        <w:rPr>
                          <w:rFonts w:ascii="Calibri" w:hAnsi="Calibri"/>
                          <w:sz w:val="24"/>
                          <w:szCs w:val="24"/>
                          <w:highlight w:val="yellow"/>
                        </w:rPr>
                        <w:t>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1495425</wp:posOffset>
                </wp:positionV>
                <wp:extent cx="6886575" cy="1790700"/>
                <wp:effectExtent l="0" t="0" r="28575" b="1905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02D" w:rsidRDefault="0095302D" w:rsidP="00E261BB">
                            <w:pPr>
                              <w:spacing w:after="240"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9A1AFD">
                              <w:rPr>
                                <w:rFonts w:ascii="Calibri" w:hAnsi="Calibri"/>
                              </w:rPr>
                              <w:t xml:space="preserve">□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T</w:t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 xml:space="preserve">raumatisme        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D</w:t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escription précise de la situation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justifiant le transfert :</w:t>
                            </w:r>
                          </w:p>
                          <w:p w:rsidR="0095302D" w:rsidRDefault="0095302D" w:rsidP="00E261BB">
                            <w:pPr>
                              <w:spacing w:after="240" w:line="24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□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Décompensation de l’état de santé     ….…………………………………………………………………………………………………………..……</w:t>
                            </w:r>
                          </w:p>
                          <w:p w:rsidR="0095302D" w:rsidRDefault="0095302D" w:rsidP="00E261BB">
                            <w:pPr>
                              <w:spacing w:after="240" w:line="240" w:lineRule="auto"/>
                              <w:rPr>
                                <w:rFonts w:ascii="Calibri" w:hAnsi="Calibri"/>
                              </w:rPr>
                            </w:pP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□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T</w:t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roubles comportementaux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                ….……………………………….……………………………………………………………………………..……</w:t>
                            </w:r>
                          </w:p>
                          <w:p w:rsidR="00697EAE" w:rsidRDefault="0095302D" w:rsidP="00500A25">
                            <w:pPr>
                              <w:spacing w:after="120" w:line="240" w:lineRule="auto"/>
                              <w:rPr>
                                <w:rFonts w:ascii="Calibri" w:hAnsi="Calibri"/>
                              </w:rPr>
                            </w:pP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 xml:space="preserve">□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A</w:t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utre :</w:t>
                            </w:r>
                            <w:r w:rsidRPr="00524EC8">
                              <w:rPr>
                                <w:rFonts w:ascii="Calibri" w:hAnsi="Calibri"/>
                              </w:rPr>
                              <w:t xml:space="preserve"> ……………………………………………</w:t>
                            </w:r>
                            <w:r w:rsidR="00697EAE">
                              <w:rPr>
                                <w:rFonts w:ascii="Calibri" w:hAnsi="Calibri"/>
                              </w:rPr>
                              <w:t>.. ……………………………………………………………………………………………………………………….</w:t>
                            </w:r>
                          </w:p>
                          <w:p w:rsidR="0095302D" w:rsidRPr="00176532" w:rsidRDefault="0095302D" w:rsidP="00697EAE">
                            <w:pPr>
                              <w:spacing w:after="240" w:line="24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</w:t>
                            </w:r>
                            <w:r w:rsidR="00697EAE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………………………………………..……………</w:t>
                            </w:r>
                            <w:r w:rsidR="00697EAE">
                              <w:rPr>
                                <w:rFonts w:ascii="Calibri" w:hAnsi="Calibri"/>
                              </w:rPr>
                              <w:t>…………………………………………………………….</w:t>
                            </w:r>
                            <w:r>
                              <w:rPr>
                                <w:rFonts w:ascii="Calibri" w:hAnsi="Calibri"/>
                              </w:rPr>
                              <w:t>……</w:t>
                            </w:r>
                          </w:p>
                          <w:p w:rsidR="0095302D" w:rsidRPr="009A1AFD" w:rsidRDefault="0095302D" w:rsidP="00176532">
                            <w:pPr>
                              <w:spacing w:after="240" w:line="240" w:lineRule="auto"/>
                              <w:rPr>
                                <w:rFonts w:ascii="Calibri" w:hAnsi="Calibri"/>
                              </w:rPr>
                            </w:pPr>
                            <w:r w:rsidRPr="00EF4BFA">
                              <w:rPr>
                                <w:rFonts w:ascii="Calibri" w:hAnsi="Calibri"/>
                                <w:b/>
                                <w:i/>
                              </w:rPr>
                              <w:t>En cas de situation d’urgence : heure de la dernière prise alimentaire</w:t>
                            </w:r>
                            <w:r w:rsidRPr="00EF4BFA">
                              <w:rPr>
                                <w:rFonts w:ascii="Calibri" w:hAnsi="Calibri"/>
                                <w:b/>
                              </w:rPr>
                              <w:t> (boisson, repas):</w:t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  <w:t>……………………………</w:t>
                            </w:r>
                            <w:r w:rsidR="00697EAE">
                              <w:rPr>
                                <w:rFonts w:ascii="Calibri" w:hAnsi="Calibri"/>
                              </w:rPr>
                              <w:t>……….…...</w:t>
                            </w:r>
                            <w:r>
                              <w:rPr>
                                <w:rFonts w:ascii="Calibri" w:hAnsi="Calibri"/>
                              </w:rPr>
                              <w:t>..</w:t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7" type="#_x0000_t202" style="position:absolute;margin-left:-44.95pt;margin-top:117.75pt;width:542.25pt;height:14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" fillcolor="white [3201]" strokeweight=".5pt">
                <v:path arrowok="t"/>
                <v:textbox>
                  <w:txbxContent>
                    <w:p w:rsidR="0095302D" w:rsidRDefault="0095302D" w:rsidP="00E261BB">
                      <w:pPr>
                        <w:spacing w:after="240" w:line="240" w:lineRule="auto"/>
                        <w:rPr>
                          <w:rFonts w:ascii="Calibri" w:hAnsi="Calibri"/>
                          <w:b/>
                        </w:rPr>
                      </w:pPr>
                      <w:r w:rsidRPr="009A1AFD">
                        <w:rPr>
                          <w:rFonts w:ascii="Calibri" w:hAnsi="Calibri"/>
                        </w:rPr>
                        <w:t xml:space="preserve">□ </w:t>
                      </w:r>
                      <w:r>
                        <w:rPr>
                          <w:rFonts w:ascii="Calibri" w:hAnsi="Calibri"/>
                          <w:b/>
                        </w:rPr>
                        <w:t>T</w:t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 xml:space="preserve">raumatisme         </w:t>
                      </w:r>
                      <w:r>
                        <w:rPr>
                          <w:rFonts w:ascii="Calibri" w:hAnsi="Calibri"/>
                        </w:rPr>
                        <w:t xml:space="preserve">                                        </w:t>
                      </w:r>
                      <w:r>
                        <w:rPr>
                          <w:rFonts w:ascii="Calibri" w:hAnsi="Calibri"/>
                          <w:b/>
                        </w:rPr>
                        <w:t>D</w:t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>escription précise de la situation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justifiant le transfert :</w:t>
                      </w:r>
                    </w:p>
                    <w:p w:rsidR="0095302D" w:rsidRDefault="0095302D" w:rsidP="00E261BB">
                      <w:pPr>
                        <w:spacing w:after="240" w:line="24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 xml:space="preserve">□ </w:t>
                      </w:r>
                      <w:r>
                        <w:rPr>
                          <w:rFonts w:ascii="Calibri" w:hAnsi="Calibri"/>
                          <w:b/>
                        </w:rPr>
                        <w:t>Décompensation de l’état de santé     ….…………………………………………………………………………………………………………..……</w:t>
                      </w:r>
                    </w:p>
                    <w:p w:rsidR="0095302D" w:rsidRDefault="0095302D" w:rsidP="00E261BB">
                      <w:pPr>
                        <w:spacing w:after="240" w:line="240" w:lineRule="auto"/>
                        <w:rPr>
                          <w:rFonts w:ascii="Calibri" w:hAnsi="Calibri"/>
                        </w:rPr>
                      </w:pPr>
                      <w:r w:rsidRPr="00524EC8">
                        <w:rPr>
                          <w:rFonts w:ascii="Calibri" w:hAnsi="Calibri"/>
                          <w:b/>
                        </w:rPr>
                        <w:t>□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T</w:t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>roubles comportementaux</w:t>
                      </w:r>
                      <w:r>
                        <w:rPr>
                          <w:rFonts w:ascii="Calibri" w:hAnsi="Calibri"/>
                        </w:rPr>
                        <w:t xml:space="preserve">                  ….……………………………….……………………………………………………………………………..……</w:t>
                      </w:r>
                    </w:p>
                    <w:p w:rsidR="00697EAE" w:rsidRDefault="0095302D" w:rsidP="00500A25">
                      <w:pPr>
                        <w:spacing w:after="120" w:line="240" w:lineRule="auto"/>
                        <w:rPr>
                          <w:rFonts w:ascii="Calibri" w:hAnsi="Calibri"/>
                        </w:rPr>
                      </w:pPr>
                      <w:r w:rsidRPr="00524EC8">
                        <w:rPr>
                          <w:rFonts w:ascii="Calibri" w:hAnsi="Calibri"/>
                          <w:b/>
                        </w:rPr>
                        <w:t xml:space="preserve">□ </w:t>
                      </w:r>
                      <w:r>
                        <w:rPr>
                          <w:rFonts w:ascii="Calibri" w:hAnsi="Calibri"/>
                          <w:b/>
                        </w:rPr>
                        <w:t>A</w:t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>utre :</w:t>
                      </w:r>
                      <w:r w:rsidRPr="00524EC8">
                        <w:rPr>
                          <w:rFonts w:ascii="Calibri" w:hAnsi="Calibri"/>
                        </w:rPr>
                        <w:t xml:space="preserve"> ……………………………………………</w:t>
                      </w:r>
                      <w:r w:rsidR="00697EAE">
                        <w:rPr>
                          <w:rFonts w:ascii="Calibri" w:hAnsi="Calibri"/>
                        </w:rPr>
                        <w:t>.. ……………………………………………………………………………………………………………………….</w:t>
                      </w:r>
                    </w:p>
                    <w:p w:rsidR="0095302D" w:rsidRPr="00176532" w:rsidRDefault="0095302D" w:rsidP="00697EAE">
                      <w:pPr>
                        <w:spacing w:after="240" w:line="24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</w:t>
                      </w:r>
                      <w:r w:rsidR="00697EAE"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………………………………………..……………</w:t>
                      </w:r>
                      <w:r w:rsidR="00697EAE">
                        <w:rPr>
                          <w:rFonts w:ascii="Calibri" w:hAnsi="Calibri"/>
                        </w:rPr>
                        <w:t>…………………………………………………………….</w:t>
                      </w:r>
                      <w:r>
                        <w:rPr>
                          <w:rFonts w:ascii="Calibri" w:hAnsi="Calibri"/>
                        </w:rPr>
                        <w:t>……</w:t>
                      </w:r>
                    </w:p>
                    <w:p w:rsidR="0095302D" w:rsidRPr="009A1AFD" w:rsidRDefault="0095302D" w:rsidP="00176532">
                      <w:pPr>
                        <w:spacing w:after="240" w:line="240" w:lineRule="auto"/>
                        <w:rPr>
                          <w:rFonts w:ascii="Calibri" w:hAnsi="Calibri"/>
                        </w:rPr>
                      </w:pPr>
                      <w:r w:rsidRPr="00EF4BFA">
                        <w:rPr>
                          <w:rFonts w:ascii="Calibri" w:hAnsi="Calibri"/>
                          <w:b/>
                          <w:i/>
                        </w:rPr>
                        <w:t>En cas de situation d’urgence : heure de la dernière prise alimentaire</w:t>
                      </w:r>
                      <w:r w:rsidRPr="00EF4BFA">
                        <w:rPr>
                          <w:rFonts w:ascii="Calibri" w:hAnsi="Calibri"/>
                          <w:b/>
                        </w:rPr>
                        <w:t> (boisson, repas):</w:t>
                      </w:r>
                      <w:r>
                        <w:rPr>
                          <w:rFonts w:ascii="Calibri" w:hAnsi="Calibri"/>
                        </w:rPr>
                        <w:tab/>
                        <w:t>……………………………</w:t>
                      </w:r>
                      <w:r w:rsidR="00697EAE">
                        <w:rPr>
                          <w:rFonts w:ascii="Calibri" w:hAnsi="Calibri"/>
                        </w:rPr>
                        <w:t>……….…...</w:t>
                      </w:r>
                      <w:r>
                        <w:rPr>
                          <w:rFonts w:ascii="Calibri" w:hAnsi="Calibri"/>
                        </w:rPr>
                        <w:t>..</w:t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1190625</wp:posOffset>
                </wp:positionV>
                <wp:extent cx="6886575" cy="304800"/>
                <wp:effectExtent l="0" t="0" r="28575" b="1905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304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02D" w:rsidRPr="00D5037D" w:rsidRDefault="0095302D" w:rsidP="009A1AFD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MOTIF DU TRANSFERT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44.95pt;margin-top:93.75pt;width:542.2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" fillcolor="#a6a6a6">
                <v:textbox>
                  <w:txbxContent>
                    <w:p w:rsidR="0095302D" w:rsidRPr="00D5037D" w:rsidRDefault="0095302D" w:rsidP="009A1AFD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MOTIF DU TRANSFERT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19685</wp:posOffset>
                </wp:positionV>
                <wp:extent cx="6886575" cy="30480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304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02D" w:rsidRPr="00D80CD8" w:rsidRDefault="0095302D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D80CD8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IDENTIFICATION DU 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44.95pt;margin-top:1.55pt;width:542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" fillcolor="#a5a5a5 [2092]">
                <v:textbox>
                  <w:txbxContent>
                    <w:p w:rsidR="0095302D" w:rsidRPr="00D80CD8" w:rsidRDefault="0095302D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D80CD8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IDENTIFICATION DU RESIDENT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117B" w:rsidRPr="00A273B3" w:rsidSect="00E501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1"/>
      <w:pgMar w:top="1440" w:right="1418" w:bottom="1440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AD8" w:rsidRDefault="00FB1AD8">
      <w:pPr>
        <w:spacing w:after="0" w:line="240" w:lineRule="auto"/>
      </w:pPr>
      <w:r>
        <w:separator/>
      </w:r>
    </w:p>
  </w:endnote>
  <w:endnote w:type="continuationSeparator" w:id="0">
    <w:p w:rsidR="00FB1AD8" w:rsidRDefault="00FB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Vodafone ExB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Vodafone ExB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56" w:rsidRDefault="0034615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56" w:rsidRDefault="00346156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02D" w:rsidRPr="002E5046" w:rsidRDefault="0095302D">
    <w:pPr>
      <w:ind w:right="260"/>
      <w:rPr>
        <w:color w:val="000000" w:themeColor="text2" w:themeShade="80"/>
        <w:sz w:val="26"/>
        <w:szCs w:val="26"/>
      </w:rPr>
    </w:pPr>
  </w:p>
  <w:p w:rsidR="0095302D" w:rsidRDefault="00346156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1522730</wp:posOffset>
              </wp:positionH>
              <wp:positionV relativeFrom="paragraph">
                <wp:posOffset>345440</wp:posOffset>
              </wp:positionV>
              <wp:extent cx="2590800" cy="1013460"/>
              <wp:effectExtent l="13335" t="5715" r="5715" b="9525"/>
              <wp:wrapNone/>
              <wp:docPr id="3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90800" cy="1013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5302D" w:rsidRPr="00F036FB" w:rsidRDefault="0095302D" w:rsidP="00F036F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Version mise à jour le 21</w:t>
                          </w:r>
                          <w:r w:rsidRPr="00F036F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-05-2014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42" style="position:absolute;margin-left:119.9pt;margin-top:27.2pt;width:204pt;height:7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" strokecolor="white [3212]">
              <v:textbox>
                <w:txbxContent>
                  <w:p w:rsidR="0095302D" w:rsidRPr="00F036FB" w:rsidRDefault="0095302D" w:rsidP="00F036F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Version mise à jour le 21</w:t>
                    </w:r>
                    <w:r w:rsidRPr="00F036FB">
                      <w:rPr>
                        <w:rFonts w:ascii="Arial" w:hAnsi="Arial" w:cs="Arial"/>
                        <w:sz w:val="18"/>
                        <w:szCs w:val="18"/>
                      </w:rPr>
                      <w:t>-05-2014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6880225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9944100</wp:posOffset>
                  </wp:positionV>
                </mc:Fallback>
              </mc:AlternateContent>
              <wp:extent cx="633095" cy="518160"/>
              <wp:effectExtent l="0" t="3810" r="0" b="1905"/>
              <wp:wrapNone/>
              <wp:docPr id="2" name="Zone de text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33095" cy="518160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02D" w:rsidRPr="00447AFE" w:rsidRDefault="00620B4F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2" w:themeShade="80"/>
                              <w:sz w:val="26"/>
                              <w:szCs w:val="26"/>
                            </w:rPr>
                          </w:pPr>
                          <w:r w:rsidRPr="00447AFE">
                            <w:rPr>
                              <w:rFonts w:ascii="Arial" w:hAnsi="Arial" w:cs="Arial"/>
                              <w:color w:val="000000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="0095302D" w:rsidRPr="00447AFE">
                            <w:rPr>
                              <w:rFonts w:ascii="Arial" w:hAnsi="Arial" w:cs="Arial"/>
                              <w:color w:val="000000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447AFE">
                            <w:rPr>
                              <w:rFonts w:ascii="Arial" w:hAnsi="Arial" w:cs="Arial"/>
                              <w:color w:val="000000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346156">
                            <w:rPr>
                              <w:rFonts w:ascii="Arial" w:hAnsi="Arial" w:cs="Arial"/>
                              <w:noProof/>
                              <w:color w:val="000000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 w:rsidRPr="00447AFE">
                            <w:rPr>
                              <w:rFonts w:ascii="Arial" w:hAnsi="Arial" w:cs="Arial"/>
                              <w:color w:val="000000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9" o:spid="_x0000_s1043" type="#_x0000_t202" style="position:absolute;margin-left:0;margin-top:0;width:49.85pt;height:40.8pt;z-index:251664384;visibility:visible;mso-wrap-style:square;mso-width-percent:0;mso-height-percent:0;mso-left-percent:910;mso-top-percent:930;mso-wrap-distance-left:9pt;mso-wrap-distance-top:0;mso-wrap-distance-right:9pt;mso-wrap-distance-bottom:0;mso-position-horizontal-relative:page;mso-position-vertical-relative:page;mso-width-percent:0;mso-height-percent: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" fillcolor="white [3201]" stroked="f" strokeweight=".5pt">
              <v:path arrowok="t"/>
              <v:textbox inset="0,,0">
                <w:txbxContent>
                  <w:p w:rsidR="0095302D" w:rsidRPr="00447AFE" w:rsidRDefault="00620B4F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2" w:themeShade="80"/>
                        <w:sz w:val="26"/>
                        <w:szCs w:val="26"/>
                      </w:rPr>
                    </w:pPr>
                    <w:r w:rsidRPr="00447AFE">
                      <w:rPr>
                        <w:rFonts w:ascii="Arial" w:hAnsi="Arial" w:cs="Arial"/>
                        <w:color w:val="000000" w:themeColor="text2" w:themeShade="80"/>
                        <w:sz w:val="26"/>
                        <w:szCs w:val="26"/>
                      </w:rPr>
                      <w:fldChar w:fldCharType="begin"/>
                    </w:r>
                    <w:r w:rsidR="0095302D" w:rsidRPr="00447AFE">
                      <w:rPr>
                        <w:rFonts w:ascii="Arial" w:hAnsi="Arial" w:cs="Arial"/>
                        <w:color w:val="000000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 w:rsidRPr="00447AFE">
                      <w:rPr>
                        <w:rFonts w:ascii="Arial" w:hAnsi="Arial" w:cs="Arial"/>
                        <w:color w:val="000000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346156">
                      <w:rPr>
                        <w:rFonts w:ascii="Arial" w:hAnsi="Arial" w:cs="Arial"/>
                        <w:noProof/>
                        <w:color w:val="000000" w:themeColor="text2" w:themeShade="80"/>
                        <w:sz w:val="26"/>
                        <w:szCs w:val="26"/>
                      </w:rPr>
                      <w:t>1</w:t>
                    </w:r>
                    <w:r w:rsidRPr="00447AFE">
                      <w:rPr>
                        <w:rFonts w:ascii="Arial" w:hAnsi="Arial" w:cs="Arial"/>
                        <w:color w:val="000000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AD8" w:rsidRDefault="00FB1AD8">
      <w:pPr>
        <w:spacing w:after="0" w:line="240" w:lineRule="auto"/>
      </w:pPr>
      <w:r>
        <w:separator/>
      </w:r>
    </w:p>
  </w:footnote>
  <w:footnote w:type="continuationSeparator" w:id="0">
    <w:p w:rsidR="00FB1AD8" w:rsidRDefault="00FB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56" w:rsidRDefault="0034615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56" w:rsidRDefault="0034615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02D" w:rsidRDefault="00346156" w:rsidP="00AA1A96">
    <w:pPr>
      <w:pStyle w:val="En-tte"/>
      <w:spacing w:after="0"/>
      <w:rPr>
        <w:rFonts w:ascii="Arial" w:hAnsi="Arial" w:cs="Arial"/>
        <w:sz w:val="36"/>
        <w:szCs w:val="40"/>
      </w:rPr>
    </w:pPr>
    <w:bookmarkStart w:id="0" w:name="_GoBack"/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1728470</wp:posOffset>
              </wp:positionH>
              <wp:positionV relativeFrom="paragraph">
                <wp:posOffset>-259715</wp:posOffset>
              </wp:positionV>
              <wp:extent cx="4465320" cy="609600"/>
              <wp:effectExtent l="9525" t="9525" r="11430" b="9525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65320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5302D" w:rsidRPr="00AD7659" w:rsidRDefault="0095302D" w:rsidP="00AD7659">
                          <w:pPr>
                            <w:jc w:val="both"/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AD7659">
                            <w:rPr>
                              <w:rFonts w:ascii="Arial" w:hAnsi="Arial" w:cs="Arial"/>
                              <w:sz w:val="20"/>
                            </w:rPr>
                            <w:t>Décret n°2009-322 du 20 mars 2009, relatif aux obligations des établissements et services accueillant ou accompagnant des personnes handicapées adultes n’ayant pu acquérir un minimum d’autonomie.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40" style="position:absolute;margin-left:136.1pt;margin-top:-20.45pt;width:351.6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">
              <v:textbox>
                <w:txbxContent>
                  <w:p w:rsidR="0095302D" w:rsidRPr="00AD7659" w:rsidRDefault="0095302D" w:rsidP="00AD7659">
                    <w:pPr>
                      <w:jc w:val="both"/>
                      <w:rPr>
                        <w:rFonts w:ascii="Arial" w:hAnsi="Arial" w:cs="Arial"/>
                        <w:sz w:val="20"/>
                      </w:rPr>
                    </w:pPr>
                    <w:r w:rsidRPr="00AD7659">
                      <w:rPr>
                        <w:rFonts w:ascii="Arial" w:hAnsi="Arial" w:cs="Arial"/>
                        <w:sz w:val="20"/>
                      </w:rPr>
                      <w:t>Décret n°2009-322 du 20 mars 2009, relatif aux obligations des établissements et services accueillant ou accompagnant des personnes handicapées adultes n’ayant pu acquérir un minimum d’autonomie.</w:t>
                    </w:r>
                  </w:p>
                </w:txbxContent>
              </v:textbox>
            </v:rect>
          </w:pict>
        </mc:Fallback>
      </mc:AlternateContent>
    </w:r>
    <w:r w:rsidR="0095302D">
      <w:rPr>
        <w:noProof/>
      </w:rPr>
      <w:drawing>
        <wp:inline distT="0" distB="0" distL="0" distR="0">
          <wp:extent cx="1082739" cy="67056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intranet.ars.sante.fr/fileadmin/private/ALSACE/communication/Charte_graphique/ARS_LOGO_gif_alsac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2739" cy="670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0"/>
    <w:r w:rsidR="0095302D">
      <w:rPr>
        <w:rFonts w:ascii="Arial" w:hAnsi="Arial" w:cs="Arial"/>
        <w:sz w:val="24"/>
        <w:szCs w:val="24"/>
      </w:rPr>
      <w:t xml:space="preserve">       </w:t>
    </w:r>
    <w:r w:rsidR="0095302D" w:rsidRPr="00E46963">
      <w:rPr>
        <w:rFonts w:ascii="Arial" w:hAnsi="Arial" w:cs="Arial"/>
        <w:b/>
        <w:sz w:val="24"/>
        <w:szCs w:val="24"/>
      </w:rPr>
      <w:t>FICHE DE LIAISON URGENCE ET HOSPITALISATION</w:t>
    </w:r>
    <w:r w:rsidR="0095302D">
      <w:rPr>
        <w:rFonts w:ascii="Arial" w:hAnsi="Arial" w:cs="Arial"/>
        <w:sz w:val="36"/>
        <w:szCs w:val="40"/>
      </w:rPr>
      <w:t xml:space="preserve">      </w:t>
    </w:r>
    <w:r w:rsidR="0095302D" w:rsidRPr="00AA1A96">
      <w:rPr>
        <w:rFonts w:ascii="Arial" w:hAnsi="Arial" w:cs="Arial"/>
        <w:sz w:val="36"/>
        <w:szCs w:val="40"/>
      </w:rPr>
      <w:t xml:space="preserve">          </w:t>
    </w:r>
  </w:p>
  <w:p w:rsidR="0095302D" w:rsidRDefault="0095302D" w:rsidP="00AA1A96">
    <w:pPr>
      <w:pStyle w:val="En-tte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36"/>
        <w:szCs w:val="40"/>
      </w:rPr>
      <w:t xml:space="preserve">                     </w:t>
    </w:r>
    <w:r>
      <w:rPr>
        <w:rFonts w:ascii="Arial" w:hAnsi="Arial" w:cs="Arial"/>
        <w:sz w:val="16"/>
        <w:szCs w:val="16"/>
      </w:rPr>
      <w:t xml:space="preserve">A remplir par tout professionnel de l’établissement médico-social (EMS) </w:t>
    </w:r>
    <w:r w:rsidRPr="00AA1A96">
      <w:rPr>
        <w:rFonts w:ascii="Arial" w:hAnsi="Arial" w:cs="Arial"/>
        <w:sz w:val="16"/>
        <w:szCs w:val="16"/>
      </w:rPr>
      <w:t>accompagnant l</w:t>
    </w:r>
    <w:r>
      <w:rPr>
        <w:rFonts w:ascii="Arial" w:hAnsi="Arial" w:cs="Arial"/>
        <w:sz w:val="16"/>
        <w:szCs w:val="16"/>
      </w:rPr>
      <w:t>e résident</w:t>
    </w:r>
  </w:p>
  <w:p w:rsidR="0095302D" w:rsidRPr="002F4F89" w:rsidRDefault="00346156" w:rsidP="00AA1A96">
    <w:pPr>
      <w:pStyle w:val="En-tte"/>
      <w:spacing w:after="0"/>
      <w:rPr>
        <w:rFonts w:ascii="Arial" w:hAnsi="Arial" w:cs="Arial"/>
        <w:sz w:val="36"/>
        <w:szCs w:val="40"/>
      </w:rPr>
    </w:pPr>
    <w:r>
      <w:rPr>
        <w:rFonts w:ascii="Arial" w:hAnsi="Arial" w:cs="Arial"/>
        <w:noProof/>
        <w:sz w:val="36"/>
        <w:szCs w:val="40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-565150</wp:posOffset>
              </wp:positionH>
              <wp:positionV relativeFrom="paragraph">
                <wp:posOffset>34925</wp:posOffset>
              </wp:positionV>
              <wp:extent cx="6873240" cy="274320"/>
              <wp:effectExtent l="11430" t="5715" r="11430" b="5715"/>
              <wp:wrapNone/>
              <wp:docPr id="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73240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5302D" w:rsidRDefault="0095302D" w:rsidP="006036D9">
                          <w:pPr>
                            <w:jc w:val="center"/>
                          </w:pPr>
                          <w:r w:rsidRPr="006036D9">
                            <w:rPr>
                              <w:highlight w:val="yellow"/>
                            </w:rPr>
                            <w:t>Cette Fiche doit accompagner le résident tout au long de son hospitalisation. Merci.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41" style="position:absolute;margin-left:-44.5pt;margin-top:2.75pt;width:541.2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">
              <v:textbox>
                <w:txbxContent>
                  <w:p w:rsidR="0095302D" w:rsidRDefault="0095302D" w:rsidP="006036D9">
                    <w:pPr>
                      <w:jc w:val="center"/>
                    </w:pPr>
                    <w:r w:rsidRPr="006036D9">
                      <w:rPr>
                        <w:highlight w:val="yellow"/>
                      </w:rPr>
                      <w:t>Cette Fiche doit accompagner le résident tout au long de son hospitalisation. Merci.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B9B6F702"/>
    <w:lvl w:ilvl="0">
      <w:start w:val="1"/>
      <w:numFmt w:val="bullet"/>
      <w:pStyle w:val="Listepuces5"/>
      <w:lvlText w:val="○"/>
      <w:lvlJc w:val="left"/>
      <w:pPr>
        <w:ind w:left="1800" w:hanging="360"/>
      </w:pPr>
      <w:rPr>
        <w:rFonts w:ascii="Monotype Corsiva" w:hAnsi="Monotype Corsiva" w:hint="default"/>
        <w:color w:val="969696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epuces4"/>
      <w:lvlText w:val=""/>
      <w:lvlJc w:val="left"/>
      <w:pPr>
        <w:ind w:left="1440" w:hanging="360"/>
      </w:pPr>
      <w:rPr>
        <w:rFonts w:ascii="Symbol" w:hAnsi="Symbol" w:hint="default"/>
        <w:color w:val="969696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epuces3"/>
      <w:lvlText w:val=""/>
      <w:lvlJc w:val="left"/>
      <w:pPr>
        <w:ind w:left="1080" w:hanging="360"/>
      </w:pPr>
      <w:rPr>
        <w:rFonts w:ascii="Symbol" w:hAnsi="Symbol" w:hint="default"/>
        <w:color w:val="EAEAEA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epuces2"/>
      <w:lvlText w:val=""/>
      <w:lvlJc w:val="left"/>
      <w:pPr>
        <w:ind w:left="720" w:hanging="360"/>
      </w:pPr>
      <w:rPr>
        <w:rFonts w:ascii="Symbol" w:hAnsi="Symbol" w:hint="default"/>
        <w:color w:val="DDDDDD" w:themeColor="accent1"/>
      </w:rPr>
    </w:lvl>
  </w:abstractNum>
  <w:abstractNum w:abstractNumId="4">
    <w:nsid w:val="FFFFFF89"/>
    <w:multiLevelType w:val="singleLevel"/>
    <w:tmpl w:val="13761064"/>
    <w:lvl w:ilvl="0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color w:val="A5A5A5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ttachedTemplate r:id="rId1"/>
  <w:styleLockQFSet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9EB"/>
    <w:rsid w:val="00017AA3"/>
    <w:rsid w:val="0003464A"/>
    <w:rsid w:val="00054707"/>
    <w:rsid w:val="000D4999"/>
    <w:rsid w:val="000E244D"/>
    <w:rsid w:val="000F2607"/>
    <w:rsid w:val="00106C25"/>
    <w:rsid w:val="001639C5"/>
    <w:rsid w:val="00170346"/>
    <w:rsid w:val="00176532"/>
    <w:rsid w:val="001F2133"/>
    <w:rsid w:val="00253997"/>
    <w:rsid w:val="00292341"/>
    <w:rsid w:val="002D3B77"/>
    <w:rsid w:val="002E5046"/>
    <w:rsid w:val="002F4F89"/>
    <w:rsid w:val="00331419"/>
    <w:rsid w:val="00346156"/>
    <w:rsid w:val="00360F0D"/>
    <w:rsid w:val="003E4138"/>
    <w:rsid w:val="00447AFE"/>
    <w:rsid w:val="004622EC"/>
    <w:rsid w:val="00494A6A"/>
    <w:rsid w:val="004A06A8"/>
    <w:rsid w:val="004E402E"/>
    <w:rsid w:val="00500A25"/>
    <w:rsid w:val="00504377"/>
    <w:rsid w:val="00524EC8"/>
    <w:rsid w:val="005330F8"/>
    <w:rsid w:val="00567845"/>
    <w:rsid w:val="005A0BC8"/>
    <w:rsid w:val="005B0523"/>
    <w:rsid w:val="006036D9"/>
    <w:rsid w:val="00620B4F"/>
    <w:rsid w:val="0062303C"/>
    <w:rsid w:val="0062410C"/>
    <w:rsid w:val="0063084B"/>
    <w:rsid w:val="00697EAE"/>
    <w:rsid w:val="006B28C2"/>
    <w:rsid w:val="006B4A85"/>
    <w:rsid w:val="00711E19"/>
    <w:rsid w:val="007A3CE5"/>
    <w:rsid w:val="007D6DC7"/>
    <w:rsid w:val="007F6924"/>
    <w:rsid w:val="00871301"/>
    <w:rsid w:val="008C610A"/>
    <w:rsid w:val="008D6BAF"/>
    <w:rsid w:val="0095302D"/>
    <w:rsid w:val="00995B50"/>
    <w:rsid w:val="009A1AFD"/>
    <w:rsid w:val="009C5D7C"/>
    <w:rsid w:val="009E4EC8"/>
    <w:rsid w:val="00A029EB"/>
    <w:rsid w:val="00A273B3"/>
    <w:rsid w:val="00A53A21"/>
    <w:rsid w:val="00AA1A96"/>
    <w:rsid w:val="00AD6690"/>
    <w:rsid w:val="00AD7659"/>
    <w:rsid w:val="00AE24C9"/>
    <w:rsid w:val="00B3272F"/>
    <w:rsid w:val="00B44DB2"/>
    <w:rsid w:val="00B7461F"/>
    <w:rsid w:val="00BF5177"/>
    <w:rsid w:val="00BF51AD"/>
    <w:rsid w:val="00C069A4"/>
    <w:rsid w:val="00C3236B"/>
    <w:rsid w:val="00C328AB"/>
    <w:rsid w:val="00C33AB6"/>
    <w:rsid w:val="00C76420"/>
    <w:rsid w:val="00CB3F5E"/>
    <w:rsid w:val="00CE653E"/>
    <w:rsid w:val="00CE75F7"/>
    <w:rsid w:val="00D11434"/>
    <w:rsid w:val="00D120CD"/>
    <w:rsid w:val="00D12D3A"/>
    <w:rsid w:val="00D5037D"/>
    <w:rsid w:val="00D80CD8"/>
    <w:rsid w:val="00DA358C"/>
    <w:rsid w:val="00DB0DB4"/>
    <w:rsid w:val="00E07866"/>
    <w:rsid w:val="00E1117B"/>
    <w:rsid w:val="00E261BB"/>
    <w:rsid w:val="00E35DE6"/>
    <w:rsid w:val="00E46963"/>
    <w:rsid w:val="00E501BF"/>
    <w:rsid w:val="00E62405"/>
    <w:rsid w:val="00E62704"/>
    <w:rsid w:val="00ED29ED"/>
    <w:rsid w:val="00EF4BFA"/>
    <w:rsid w:val="00F036FB"/>
    <w:rsid w:val="00F07253"/>
    <w:rsid w:val="00F131C5"/>
    <w:rsid w:val="00F20A31"/>
    <w:rsid w:val="00F5224A"/>
    <w:rsid w:val="00FB1AD8"/>
    <w:rsid w:val="00FB7714"/>
    <w:rsid w:val="00FE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/>
    <w:lsdException w:name="No Spacing" w:uiPriority="1" w:qFormat="1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</w:rPr>
  </w:style>
  <w:style w:type="paragraph" w:styleId="Titre1">
    <w:name w:val="heading 1"/>
    <w:basedOn w:val="Normal"/>
    <w:next w:val="Normal"/>
    <w:link w:val="Titre1Car"/>
    <w:uiPriority w:val="9"/>
    <w:pPr>
      <w:spacing w:before="300" w:after="40" w:line="240" w:lineRule="auto"/>
      <w:outlineLvl w:val="0"/>
    </w:pPr>
    <w:rPr>
      <w:rFonts w:asciiTheme="majorHAnsi" w:hAnsiTheme="majorHAnsi"/>
      <w:b/>
      <w:color w:val="A5A5A5" w:themeColor="accent1" w:themeShade="BF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A5A5A5" w:themeColor="accent1" w:themeShade="BF"/>
      <w:spacing w:val="20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DDDDD" w:themeColor="accent1"/>
      <w:spacing w:val="2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pPr>
      <w:spacing w:before="240" w:after="0"/>
      <w:outlineLvl w:val="3"/>
    </w:pPr>
    <w:rPr>
      <w:rFonts w:asciiTheme="majorHAnsi" w:hAnsiTheme="majorHAnsi"/>
      <w:b/>
      <w:color w:val="707070" w:themeColor="accent3" w:themeShade="BF"/>
      <w:spacing w:val="20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pPr>
      <w:spacing w:before="200" w:after="0"/>
      <w:outlineLvl w:val="4"/>
    </w:pPr>
    <w:rPr>
      <w:rFonts w:asciiTheme="majorHAnsi" w:hAnsiTheme="majorHAnsi"/>
      <w:b/>
      <w:i/>
      <w:color w:val="707070" w:themeColor="accent3" w:themeShade="BF"/>
      <w:spacing w:val="20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4B4B4B" w:themeColor="accent3" w:themeShade="80"/>
      <w:spacing w:val="10"/>
      <w:sz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4B4B4B" w:themeColor="accent3" w:themeShade="80"/>
      <w:spacing w:val="10"/>
      <w:sz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DDDDD" w:themeColor="accent1"/>
      <w:spacing w:val="1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DDDDD" w:themeColor="accent1"/>
      <w:spacing w:val="1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hAnsiTheme="majorHAnsi" w:cs="Times New Roman"/>
      <w:b/>
      <w:color w:val="A5A5A5" w:themeColor="accent1" w:themeShade="BF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hAnsiTheme="majorHAnsi" w:cs="Times New Roman"/>
      <w:b/>
      <w:color w:val="A5A5A5" w:themeColor="accent1" w:themeShade="BF"/>
      <w:spacing w:val="20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hAnsiTheme="majorHAnsi" w:cs="Times New Roman"/>
      <w:b/>
      <w:color w:val="DDDDDD" w:themeColor="accent1"/>
      <w:spacing w:val="2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hAnsiTheme="majorHAnsi" w:cs="Times New Roman"/>
      <w:b/>
      <w:color w:val="707070" w:themeColor="accent3" w:themeShade="BF"/>
      <w:spacing w:val="2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hAnsiTheme="majorHAnsi" w:cs="Times New Roman"/>
      <w:b/>
      <w:i/>
      <w:color w:val="707070" w:themeColor="accent3" w:themeShade="BF"/>
      <w:spacing w:val="20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hAnsiTheme="majorHAnsi" w:cs="Times New Roman"/>
      <w:color w:val="4B4B4B" w:themeColor="accent3" w:themeShade="80"/>
      <w:spacing w:val="10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hAnsiTheme="majorHAnsi" w:cs="Times New Roman"/>
      <w:i/>
      <w:color w:val="4B4B4B" w:themeColor="accent3" w:themeShade="80"/>
      <w:spacing w:val="10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hAnsiTheme="majorHAnsi" w:cs="Times New Roman"/>
      <w:color w:val="DDDDDD" w:themeColor="accent1"/>
      <w:spacing w:val="1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hAnsiTheme="majorHAnsi" w:cs="Times New Roman"/>
      <w:i/>
      <w:color w:val="DDDDDD" w:themeColor="accent1"/>
      <w:spacing w:val="10"/>
      <w:szCs w:val="20"/>
    </w:rPr>
  </w:style>
  <w:style w:type="paragraph" w:styleId="Titre">
    <w:name w:val="Title"/>
    <w:basedOn w:val="Normal"/>
    <w:link w:val="TitreCar"/>
    <w:uiPriority w:val="10"/>
    <w:pPr>
      <w:pBdr>
        <w:bottom w:val="single" w:sz="8" w:space="4" w:color="DDDDDD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DDDDD" w:themeColor="accent1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hAnsiTheme="majorHAnsi" w:cs="Times New Roman"/>
      <w:b/>
      <w:smallCaps/>
      <w:color w:val="DDDDDD" w:themeColor="accent1"/>
      <w:sz w:val="48"/>
      <w:szCs w:val="48"/>
    </w:rPr>
  </w:style>
  <w:style w:type="paragraph" w:styleId="Sous-titre">
    <w:name w:val="Subtitle"/>
    <w:basedOn w:val="Normal"/>
    <w:link w:val="Sous-titreCar"/>
    <w:uiPriority w:val="11"/>
    <w:pPr>
      <w:spacing w:after="480" w:line="240" w:lineRule="auto"/>
      <w:jc w:val="center"/>
    </w:pPr>
    <w:rPr>
      <w:rFonts w:asciiTheme="majorHAnsi" w:hAnsiTheme="majorHAnsi" w:cstheme="minorBidi"/>
      <w:color w:val="00000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Theme="majorHAnsi" w:hAnsiTheme="majorHAnsi"/>
      <w:sz w:val="28"/>
      <w:szCs w:val="28"/>
    </w:rPr>
  </w:style>
  <w:style w:type="character" w:styleId="lev">
    <w:name w:val="Strong"/>
    <w:uiPriority w:val="22"/>
    <w:qFormat/>
    <w:rPr>
      <w:rFonts w:asciiTheme="minorHAnsi" w:hAnsiTheme="minorHAnsi"/>
      <w:b/>
      <w:color w:val="B2B2B2" w:themeColor="accent2"/>
    </w:rPr>
  </w:style>
  <w:style w:type="character" w:styleId="Accentuation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customStyle="1" w:styleId="Rfrence1Intense">
    <w:name w:val="Référence1 Intense"/>
    <w:basedOn w:val="Normal"/>
    <w:link w:val="CaractrederfrenceIntense"/>
    <w:uiPriority w:val="32"/>
    <w:qFormat/>
    <w:rPr>
      <w:b/>
      <w:color w:val="A5A5A5" w:themeColor="accent1" w:themeShade="BF"/>
      <w:u w:val="single"/>
    </w:rPr>
  </w:style>
  <w:style w:type="character" w:customStyle="1" w:styleId="CaractrederfrenceIntense">
    <w:name w:val="Caractère de référence Intense"/>
    <w:basedOn w:val="Policepardfaut"/>
    <w:link w:val="Rfrence1Intense"/>
    <w:uiPriority w:val="32"/>
    <w:rPr>
      <w:rFonts w:cs="Times New Roman"/>
      <w:b/>
      <w:color w:val="A5A5A5" w:themeColor="accent1" w:themeShade="BF"/>
      <w:szCs w:val="20"/>
      <w:u w:val="single"/>
    </w:rPr>
  </w:style>
  <w:style w:type="paragraph" w:customStyle="1" w:styleId="Rfrence1Discret">
    <w:name w:val="Référence1 Discret"/>
    <w:basedOn w:val="Normal"/>
    <w:link w:val="CaractrederfrenceDiscret"/>
    <w:uiPriority w:val="31"/>
    <w:qFormat/>
    <w:rPr>
      <w:u w:val="single"/>
    </w:rPr>
  </w:style>
  <w:style w:type="character" w:customStyle="1" w:styleId="CaractrederfrenceDiscret">
    <w:name w:val="Caractère de référence Discret"/>
    <w:basedOn w:val="Policepardfaut"/>
    <w:link w:val="Rfrence1Discret"/>
    <w:uiPriority w:val="31"/>
    <w:rPr>
      <w:rFonts w:cs="Times New Roman"/>
      <w:color w:val="737373" w:themeColor="text1" w:themeTint="8C"/>
      <w:szCs w:val="20"/>
      <w:u w:val="single"/>
    </w:rPr>
  </w:style>
  <w:style w:type="paragraph" w:customStyle="1" w:styleId="Titrelivre1">
    <w:name w:val="Titre livre1"/>
    <w:basedOn w:val="Normal"/>
    <w:link w:val="Caractredetitredulivre"/>
    <w:uiPriority w:val="33"/>
    <w:semiHidden/>
    <w:unhideWhenUsed/>
    <w:qFormat/>
    <w:rPr>
      <w:rFonts w:asciiTheme="majorHAnsi" w:hAnsiTheme="majorHAnsi"/>
      <w:b/>
      <w:i/>
      <w:color w:val="4D4D4D" w:themeColor="accent6"/>
    </w:rPr>
  </w:style>
  <w:style w:type="character" w:customStyle="1" w:styleId="Caractredetitredulivre">
    <w:name w:val="Caractère de titre du livre"/>
    <w:basedOn w:val="Policepardfaut"/>
    <w:link w:val="Titrelivre1"/>
    <w:uiPriority w:val="33"/>
    <w:semiHidden/>
    <w:rPr>
      <w:rFonts w:asciiTheme="majorHAnsi" w:hAnsiTheme="majorHAnsi" w:cs="Times New Roman"/>
      <w:b/>
      <w:i/>
      <w:color w:val="4D4D4D" w:themeColor="accent6"/>
      <w:szCs w:val="20"/>
    </w:rPr>
  </w:style>
  <w:style w:type="paragraph" w:customStyle="1" w:styleId="Accentuation1intense">
    <w:name w:val="Accentuation1 intense"/>
    <w:basedOn w:val="Normal"/>
    <w:link w:val="CaractreEmphaseintense"/>
    <w:uiPriority w:val="21"/>
    <w:qFormat/>
    <w:rPr>
      <w:b/>
      <w:i/>
      <w:color w:val="707070" w:themeColor="accent3" w:themeShade="BF"/>
    </w:rPr>
  </w:style>
  <w:style w:type="character" w:customStyle="1" w:styleId="CaractreEmphaseintense">
    <w:name w:val="Caractère Emphase intense"/>
    <w:basedOn w:val="Policepardfaut"/>
    <w:link w:val="Accentuation1intense"/>
    <w:uiPriority w:val="21"/>
    <w:rPr>
      <w:rFonts w:cs="Times New Roman"/>
      <w:b/>
      <w:i/>
      <w:color w:val="707070" w:themeColor="accent3" w:themeShade="BF"/>
      <w:szCs w:val="20"/>
    </w:rPr>
  </w:style>
  <w:style w:type="paragraph" w:customStyle="1" w:styleId="Accentuation1discrte">
    <w:name w:val="Accentuation1 discrète"/>
    <w:basedOn w:val="Normal"/>
    <w:link w:val="Caractredaccentuationdiscret"/>
    <w:uiPriority w:val="19"/>
    <w:qFormat/>
    <w:rPr>
      <w:i/>
    </w:rPr>
  </w:style>
  <w:style w:type="character" w:customStyle="1" w:styleId="Caractredaccentuationdiscret">
    <w:name w:val="Caractère d'accentuation discret"/>
    <w:basedOn w:val="Policepardfaut"/>
    <w:link w:val="Accentuation1discrte"/>
    <w:uiPriority w:val="19"/>
    <w:rPr>
      <w:rFonts w:cs="Times New Roman"/>
      <w:i/>
      <w:color w:val="737373" w:themeColor="text1" w:themeTint="8C"/>
      <w:szCs w:val="20"/>
    </w:rPr>
  </w:style>
  <w:style w:type="paragraph" w:styleId="Citation">
    <w:name w:val="Quote"/>
    <w:basedOn w:val="Normal"/>
    <w:link w:val="CitationCar"/>
    <w:uiPriority w:val="29"/>
    <w:qFormat/>
    <w:rPr>
      <w:i/>
      <w:color w:val="808080" w:themeColor="background1" w:themeShade="80"/>
      <w:sz w:val="24"/>
    </w:rPr>
  </w:style>
  <w:style w:type="character" w:customStyle="1" w:styleId="CitationCar">
    <w:name w:val="Citation Car"/>
    <w:basedOn w:val="Policepardfaut"/>
    <w:link w:val="Citation"/>
    <w:uiPriority w:val="29"/>
    <w:rPr>
      <w:rFonts w:cs="Times New Roman"/>
      <w:i/>
      <w:color w:val="808080" w:themeColor="background1" w:themeShade="80"/>
      <w:sz w:val="24"/>
      <w:szCs w:val="24"/>
    </w:rPr>
  </w:style>
  <w:style w:type="paragraph" w:styleId="Citationintense">
    <w:name w:val="Intense Quote"/>
    <w:basedOn w:val="Normal"/>
    <w:uiPriority w:val="30"/>
    <w:qFormat/>
    <w:pPr>
      <w:pBdr>
        <w:top w:val="single" w:sz="36" w:space="10" w:color="EAEAEA" w:themeColor="accent1" w:themeTint="99"/>
        <w:left w:val="single" w:sz="24" w:space="10" w:color="DDDDDD" w:themeColor="accent1"/>
        <w:bottom w:val="single" w:sz="36" w:space="10" w:color="969696" w:themeColor="accent3"/>
        <w:right w:val="single" w:sz="24" w:space="10" w:color="DDDDDD" w:themeColor="accent1"/>
      </w:pBdr>
      <w:shd w:val="clear" w:color="auto" w:fill="DDDDDD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table" w:styleId="Grilledutableau">
    <w:name w:val="Table Grid"/>
    <w:basedOn w:val="TableauNormal"/>
    <w:uiPriority w:val="1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cs="Times New Roman"/>
      <w:color w:val="000000" w:themeColor="text1"/>
      <w:szCs w:val="2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cs="Times New Roman"/>
      <w:color w:val="000000" w:themeColor="text1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pPr>
      <w:spacing w:after="0" w:line="240" w:lineRule="auto"/>
    </w:pPr>
    <w:rPr>
      <w:bCs/>
      <w:smallCaps/>
      <w:color w:val="858585" w:themeColor="accent2" w:themeShade="BF"/>
      <w:spacing w:val="10"/>
      <w:sz w:val="18"/>
      <w:szCs w:val="18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paragraph" w:styleId="Normalcentr">
    <w:name w:val="Block Text"/>
    <w:aliases w:val="Quote"/>
    <w:uiPriority w:val="40"/>
    <w:pPr>
      <w:pBdr>
        <w:top w:val="single" w:sz="2" w:space="10" w:color="EAEAEA" w:themeColor="accent1" w:themeTint="99"/>
        <w:bottom w:val="single" w:sz="24" w:space="10" w:color="EAEAEA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</w:rPr>
  </w:style>
  <w:style w:type="paragraph" w:styleId="Listepuces">
    <w:name w:val="List Bullet"/>
    <w:basedOn w:val="Normal"/>
    <w:uiPriority w:val="36"/>
    <w:unhideWhenUsed/>
    <w:qFormat/>
    <w:pPr>
      <w:numPr>
        <w:numId w:val="21"/>
      </w:numPr>
      <w:spacing w:after="0"/>
      <w:contextualSpacing/>
    </w:pPr>
  </w:style>
  <w:style w:type="paragraph" w:styleId="Listepuces2">
    <w:name w:val="List Bullet 2"/>
    <w:basedOn w:val="Normal"/>
    <w:uiPriority w:val="36"/>
    <w:unhideWhenUsed/>
    <w:qFormat/>
    <w:pPr>
      <w:numPr>
        <w:numId w:val="22"/>
      </w:numPr>
      <w:spacing w:after="0"/>
    </w:pPr>
  </w:style>
  <w:style w:type="paragraph" w:styleId="Listepuces3">
    <w:name w:val="List Bullet 3"/>
    <w:basedOn w:val="Normal"/>
    <w:uiPriority w:val="36"/>
    <w:unhideWhenUsed/>
    <w:qFormat/>
    <w:pPr>
      <w:numPr>
        <w:numId w:val="23"/>
      </w:numPr>
      <w:spacing w:after="0"/>
    </w:pPr>
  </w:style>
  <w:style w:type="paragraph" w:styleId="Listepuces4">
    <w:name w:val="List Bullet 4"/>
    <w:basedOn w:val="Normal"/>
    <w:uiPriority w:val="36"/>
    <w:unhideWhenUsed/>
    <w:qFormat/>
    <w:pPr>
      <w:numPr>
        <w:numId w:val="24"/>
      </w:numPr>
      <w:spacing w:after="0"/>
    </w:pPr>
  </w:style>
  <w:style w:type="paragraph" w:styleId="Listepuces5">
    <w:name w:val="List Bullet 5"/>
    <w:basedOn w:val="Normal"/>
    <w:uiPriority w:val="36"/>
    <w:unhideWhenUsed/>
    <w:qFormat/>
    <w:pPr>
      <w:numPr>
        <w:numId w:val="25"/>
      </w:numPr>
      <w:spacing w:after="0"/>
    </w:pPr>
  </w:style>
  <w:style w:type="paragraph" w:styleId="TM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B2B2B2" w:themeColor="accent2"/>
    </w:rPr>
  </w:style>
  <w:style w:type="paragraph" w:styleId="TM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TM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TM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TM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TM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TM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TM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TM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character" w:styleId="Lienhypertexte">
    <w:name w:val="Hyperlink"/>
    <w:basedOn w:val="Policepardfaut"/>
    <w:uiPriority w:val="99"/>
    <w:unhideWhenUsed/>
    <w:rPr>
      <w:color w:val="5F5F5F" w:themeColor="hyperlink"/>
      <w:u w:val="single"/>
    </w:rPr>
  </w:style>
  <w:style w:type="paragraph" w:customStyle="1" w:styleId="Nom">
    <w:name w:val="Nom"/>
    <w:basedOn w:val="Normal"/>
    <w:qFormat/>
    <w:pPr>
      <w:spacing w:after="0"/>
    </w:pPr>
    <w:rPr>
      <w:rFonts w:asciiTheme="majorHAnsi" w:hAnsiTheme="majorHAnsi"/>
      <w:b/>
      <w:color w:val="DDDDDD" w:themeColor="accent1"/>
      <w:sz w:val="48"/>
    </w:rPr>
  </w:style>
  <w:style w:type="character" w:styleId="Titredulivre">
    <w:name w:val="Book Title"/>
    <w:basedOn w:val="Policepardfaut"/>
    <w:uiPriority w:val="33"/>
    <w:qFormat/>
    <w:rPr>
      <w:rFonts w:asciiTheme="majorHAnsi" w:hAnsiTheme="majorHAnsi" w:cs="Times New Roman"/>
      <w:i/>
      <w:color w:val="4D4D4D" w:themeColor="accent6"/>
      <w:sz w:val="20"/>
      <w:szCs w:val="20"/>
    </w:rPr>
  </w:style>
  <w:style w:type="character" w:styleId="Emphaseintense">
    <w:name w:val="Intense Emphasis"/>
    <w:basedOn w:val="Policepardfaut"/>
    <w:uiPriority w:val="21"/>
    <w:qFormat/>
    <w:rPr>
      <w:rFonts w:asciiTheme="minorHAnsi" w:hAnsiTheme="minorHAnsi" w:cs="Times New Roman"/>
      <w:b/>
      <w:i/>
      <w:smallCaps/>
      <w:color w:val="B2B2B2" w:themeColor="accent2"/>
      <w:spacing w:val="2"/>
      <w:w w:val="100"/>
      <w:sz w:val="20"/>
      <w:szCs w:val="20"/>
    </w:rPr>
  </w:style>
  <w:style w:type="character" w:styleId="Rfrenceintense">
    <w:name w:val="Intense Reference"/>
    <w:basedOn w:val="Policepardfaut"/>
    <w:uiPriority w:val="32"/>
    <w:qFormat/>
    <w:rPr>
      <w:rFonts w:cs="Times New Roman"/>
      <w:b/>
      <w:color w:val="DDDDDD" w:themeColor="accent1"/>
      <w:sz w:val="22"/>
      <w:szCs w:val="22"/>
      <w:u w:val="single"/>
    </w:rPr>
  </w:style>
  <w:style w:type="character" w:styleId="Emphaseple">
    <w:name w:val="Subtle Emphasis"/>
    <w:basedOn w:val="Policepardfau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2"/>
    </w:rPr>
  </w:style>
  <w:style w:type="character" w:styleId="Rfrenceple">
    <w:name w:val="Subtle Reference"/>
    <w:basedOn w:val="Policepardfaut"/>
    <w:uiPriority w:val="31"/>
    <w:qFormat/>
    <w:rPr>
      <w:rFonts w:cs="Times New Roman"/>
      <w:color w:val="737373" w:themeColor="text1" w:themeTint="8C"/>
      <w:sz w:val="22"/>
      <w:szCs w:val="22"/>
      <w:u w:val="single"/>
    </w:rPr>
  </w:style>
  <w:style w:type="character" w:styleId="Textedelespacerserv">
    <w:name w:val="Placeholder Text"/>
    <w:basedOn w:val="Policepardfaut"/>
    <w:uiPriority w:val="99"/>
    <w:rPr>
      <w:color w:val="808080"/>
    </w:rPr>
  </w:style>
  <w:style w:type="paragraph" w:customStyle="1" w:styleId="Sous-section">
    <w:name w:val="Sous-section"/>
    <w:basedOn w:val="Normal"/>
    <w:next w:val="Normal"/>
    <w:qFormat/>
    <w:pPr>
      <w:spacing w:after="0" w:line="240" w:lineRule="auto"/>
      <w:outlineLvl w:val="0"/>
    </w:pPr>
    <w:rPr>
      <w:rFonts w:asciiTheme="majorHAnsi" w:hAnsiTheme="majorHAnsi"/>
      <w:b/>
      <w:color w:val="DDDDDD" w:themeColor="accent1"/>
      <w:spacing w:val="20"/>
      <w:sz w:val="24"/>
      <w:szCs w:val="24"/>
    </w:rPr>
  </w:style>
  <w:style w:type="paragraph" w:customStyle="1" w:styleId="Textedesous-section">
    <w:name w:val="Texte de sous-section"/>
    <w:basedOn w:val="Normal"/>
    <w:qFormat/>
    <w:pPr>
      <w:spacing w:before="120"/>
      <w:contextualSpacing/>
    </w:pPr>
  </w:style>
  <w:style w:type="paragraph" w:customStyle="1" w:styleId="Datedesous-section">
    <w:name w:val="Date de sous-section"/>
    <w:basedOn w:val="Normal"/>
    <w:next w:val="Normal"/>
    <w:qFormat/>
    <w:pPr>
      <w:spacing w:after="0" w:line="240" w:lineRule="auto"/>
      <w:outlineLvl w:val="0"/>
    </w:pPr>
    <w:rPr>
      <w:rFonts w:asciiTheme="majorHAnsi" w:hAnsiTheme="majorHAnsi"/>
      <w:color w:val="000000" w:themeColor="text2"/>
      <w:spacing w:val="20"/>
      <w:sz w:val="24"/>
      <w:szCs w:val="24"/>
    </w:rPr>
  </w:style>
  <w:style w:type="paragraph" w:customStyle="1" w:styleId="Section">
    <w:name w:val="Section"/>
    <w:basedOn w:val="Normal"/>
    <w:next w:val="Normal"/>
    <w:qFormat/>
    <w:pPr>
      <w:spacing w:before="320" w:after="40" w:line="240" w:lineRule="auto"/>
    </w:pPr>
    <w:rPr>
      <w:rFonts w:asciiTheme="majorHAnsi" w:hAnsiTheme="majorHAnsi"/>
      <w:b/>
      <w:color w:val="B2B2B2" w:themeColor="accent2"/>
      <w:sz w:val="28"/>
    </w:rPr>
  </w:style>
  <w:style w:type="paragraph" w:customStyle="1" w:styleId="Texteestomp">
    <w:name w:val="Texte estompé"/>
    <w:basedOn w:val="Sansinterligne"/>
    <w:unhideWhenUsed/>
    <w:qFormat/>
    <w:rPr>
      <w:rFonts w:asciiTheme="majorHAnsi" w:hAnsiTheme="majorHAnsi"/>
      <w:sz w:val="20"/>
    </w:rPr>
  </w:style>
  <w:style w:type="character" w:customStyle="1" w:styleId="cardatesoussection">
    <w:name w:val="cardatesoussection"/>
    <w:basedOn w:val="Policepardfaut"/>
    <w:uiPriority w:val="99"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/>
    <w:lsdException w:name="No Spacing" w:uiPriority="1" w:qFormat="1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</w:rPr>
  </w:style>
  <w:style w:type="paragraph" w:styleId="Titre1">
    <w:name w:val="heading 1"/>
    <w:basedOn w:val="Normal"/>
    <w:next w:val="Normal"/>
    <w:link w:val="Titre1Car"/>
    <w:uiPriority w:val="9"/>
    <w:pPr>
      <w:spacing w:before="300" w:after="40" w:line="240" w:lineRule="auto"/>
      <w:outlineLvl w:val="0"/>
    </w:pPr>
    <w:rPr>
      <w:rFonts w:asciiTheme="majorHAnsi" w:hAnsiTheme="majorHAnsi"/>
      <w:b/>
      <w:color w:val="A5A5A5" w:themeColor="accent1" w:themeShade="BF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A5A5A5" w:themeColor="accent1" w:themeShade="BF"/>
      <w:spacing w:val="20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DDDDD" w:themeColor="accent1"/>
      <w:spacing w:val="2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pPr>
      <w:spacing w:before="240" w:after="0"/>
      <w:outlineLvl w:val="3"/>
    </w:pPr>
    <w:rPr>
      <w:rFonts w:asciiTheme="majorHAnsi" w:hAnsiTheme="majorHAnsi"/>
      <w:b/>
      <w:color w:val="707070" w:themeColor="accent3" w:themeShade="BF"/>
      <w:spacing w:val="20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pPr>
      <w:spacing w:before="200" w:after="0"/>
      <w:outlineLvl w:val="4"/>
    </w:pPr>
    <w:rPr>
      <w:rFonts w:asciiTheme="majorHAnsi" w:hAnsiTheme="majorHAnsi"/>
      <w:b/>
      <w:i/>
      <w:color w:val="707070" w:themeColor="accent3" w:themeShade="BF"/>
      <w:spacing w:val="20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4B4B4B" w:themeColor="accent3" w:themeShade="80"/>
      <w:spacing w:val="10"/>
      <w:sz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4B4B4B" w:themeColor="accent3" w:themeShade="80"/>
      <w:spacing w:val="10"/>
      <w:sz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DDDDD" w:themeColor="accent1"/>
      <w:spacing w:val="1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DDDDD" w:themeColor="accent1"/>
      <w:spacing w:val="1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hAnsiTheme="majorHAnsi" w:cs="Times New Roman"/>
      <w:b/>
      <w:color w:val="A5A5A5" w:themeColor="accent1" w:themeShade="BF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hAnsiTheme="majorHAnsi" w:cs="Times New Roman"/>
      <w:b/>
      <w:color w:val="A5A5A5" w:themeColor="accent1" w:themeShade="BF"/>
      <w:spacing w:val="20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hAnsiTheme="majorHAnsi" w:cs="Times New Roman"/>
      <w:b/>
      <w:color w:val="DDDDDD" w:themeColor="accent1"/>
      <w:spacing w:val="2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hAnsiTheme="majorHAnsi" w:cs="Times New Roman"/>
      <w:b/>
      <w:color w:val="707070" w:themeColor="accent3" w:themeShade="BF"/>
      <w:spacing w:val="2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hAnsiTheme="majorHAnsi" w:cs="Times New Roman"/>
      <w:b/>
      <w:i/>
      <w:color w:val="707070" w:themeColor="accent3" w:themeShade="BF"/>
      <w:spacing w:val="20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hAnsiTheme="majorHAnsi" w:cs="Times New Roman"/>
      <w:color w:val="4B4B4B" w:themeColor="accent3" w:themeShade="80"/>
      <w:spacing w:val="10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hAnsiTheme="majorHAnsi" w:cs="Times New Roman"/>
      <w:i/>
      <w:color w:val="4B4B4B" w:themeColor="accent3" w:themeShade="80"/>
      <w:spacing w:val="10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hAnsiTheme="majorHAnsi" w:cs="Times New Roman"/>
      <w:color w:val="DDDDDD" w:themeColor="accent1"/>
      <w:spacing w:val="1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hAnsiTheme="majorHAnsi" w:cs="Times New Roman"/>
      <w:i/>
      <w:color w:val="DDDDDD" w:themeColor="accent1"/>
      <w:spacing w:val="10"/>
      <w:szCs w:val="20"/>
    </w:rPr>
  </w:style>
  <w:style w:type="paragraph" w:styleId="Titre">
    <w:name w:val="Title"/>
    <w:basedOn w:val="Normal"/>
    <w:link w:val="TitreCar"/>
    <w:uiPriority w:val="10"/>
    <w:pPr>
      <w:pBdr>
        <w:bottom w:val="single" w:sz="8" w:space="4" w:color="DDDDDD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DDDDD" w:themeColor="accent1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hAnsiTheme="majorHAnsi" w:cs="Times New Roman"/>
      <w:b/>
      <w:smallCaps/>
      <w:color w:val="DDDDDD" w:themeColor="accent1"/>
      <w:sz w:val="48"/>
      <w:szCs w:val="48"/>
    </w:rPr>
  </w:style>
  <w:style w:type="paragraph" w:styleId="Sous-titre">
    <w:name w:val="Subtitle"/>
    <w:basedOn w:val="Normal"/>
    <w:link w:val="Sous-titreCar"/>
    <w:uiPriority w:val="11"/>
    <w:pPr>
      <w:spacing w:after="480" w:line="240" w:lineRule="auto"/>
      <w:jc w:val="center"/>
    </w:pPr>
    <w:rPr>
      <w:rFonts w:asciiTheme="majorHAnsi" w:hAnsiTheme="majorHAnsi" w:cstheme="minorBidi"/>
      <w:color w:val="00000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Theme="majorHAnsi" w:hAnsiTheme="majorHAnsi"/>
      <w:sz w:val="28"/>
      <w:szCs w:val="28"/>
    </w:rPr>
  </w:style>
  <w:style w:type="character" w:styleId="lev">
    <w:name w:val="Strong"/>
    <w:uiPriority w:val="22"/>
    <w:qFormat/>
    <w:rPr>
      <w:rFonts w:asciiTheme="minorHAnsi" w:hAnsiTheme="minorHAnsi"/>
      <w:b/>
      <w:color w:val="B2B2B2" w:themeColor="accent2"/>
    </w:rPr>
  </w:style>
  <w:style w:type="character" w:styleId="Accentuation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customStyle="1" w:styleId="Rfrence1Intense">
    <w:name w:val="Référence1 Intense"/>
    <w:basedOn w:val="Normal"/>
    <w:link w:val="CaractrederfrenceIntense"/>
    <w:uiPriority w:val="32"/>
    <w:qFormat/>
    <w:rPr>
      <w:b/>
      <w:color w:val="A5A5A5" w:themeColor="accent1" w:themeShade="BF"/>
      <w:u w:val="single"/>
    </w:rPr>
  </w:style>
  <w:style w:type="character" w:customStyle="1" w:styleId="CaractrederfrenceIntense">
    <w:name w:val="Caractère de référence Intense"/>
    <w:basedOn w:val="Policepardfaut"/>
    <w:link w:val="Rfrence1Intense"/>
    <w:uiPriority w:val="32"/>
    <w:rPr>
      <w:rFonts w:cs="Times New Roman"/>
      <w:b/>
      <w:color w:val="A5A5A5" w:themeColor="accent1" w:themeShade="BF"/>
      <w:szCs w:val="20"/>
      <w:u w:val="single"/>
    </w:rPr>
  </w:style>
  <w:style w:type="paragraph" w:customStyle="1" w:styleId="Rfrence1Discret">
    <w:name w:val="Référence1 Discret"/>
    <w:basedOn w:val="Normal"/>
    <w:link w:val="CaractrederfrenceDiscret"/>
    <w:uiPriority w:val="31"/>
    <w:qFormat/>
    <w:rPr>
      <w:u w:val="single"/>
    </w:rPr>
  </w:style>
  <w:style w:type="character" w:customStyle="1" w:styleId="CaractrederfrenceDiscret">
    <w:name w:val="Caractère de référence Discret"/>
    <w:basedOn w:val="Policepardfaut"/>
    <w:link w:val="Rfrence1Discret"/>
    <w:uiPriority w:val="31"/>
    <w:rPr>
      <w:rFonts w:cs="Times New Roman"/>
      <w:color w:val="737373" w:themeColor="text1" w:themeTint="8C"/>
      <w:szCs w:val="20"/>
      <w:u w:val="single"/>
    </w:rPr>
  </w:style>
  <w:style w:type="paragraph" w:customStyle="1" w:styleId="Titrelivre1">
    <w:name w:val="Titre livre1"/>
    <w:basedOn w:val="Normal"/>
    <w:link w:val="Caractredetitredulivre"/>
    <w:uiPriority w:val="33"/>
    <w:semiHidden/>
    <w:unhideWhenUsed/>
    <w:qFormat/>
    <w:rPr>
      <w:rFonts w:asciiTheme="majorHAnsi" w:hAnsiTheme="majorHAnsi"/>
      <w:b/>
      <w:i/>
      <w:color w:val="4D4D4D" w:themeColor="accent6"/>
    </w:rPr>
  </w:style>
  <w:style w:type="character" w:customStyle="1" w:styleId="Caractredetitredulivre">
    <w:name w:val="Caractère de titre du livre"/>
    <w:basedOn w:val="Policepardfaut"/>
    <w:link w:val="Titrelivre1"/>
    <w:uiPriority w:val="33"/>
    <w:semiHidden/>
    <w:rPr>
      <w:rFonts w:asciiTheme="majorHAnsi" w:hAnsiTheme="majorHAnsi" w:cs="Times New Roman"/>
      <w:b/>
      <w:i/>
      <w:color w:val="4D4D4D" w:themeColor="accent6"/>
      <w:szCs w:val="20"/>
    </w:rPr>
  </w:style>
  <w:style w:type="paragraph" w:customStyle="1" w:styleId="Accentuation1intense">
    <w:name w:val="Accentuation1 intense"/>
    <w:basedOn w:val="Normal"/>
    <w:link w:val="CaractreEmphaseintense"/>
    <w:uiPriority w:val="21"/>
    <w:qFormat/>
    <w:rPr>
      <w:b/>
      <w:i/>
      <w:color w:val="707070" w:themeColor="accent3" w:themeShade="BF"/>
    </w:rPr>
  </w:style>
  <w:style w:type="character" w:customStyle="1" w:styleId="CaractreEmphaseintense">
    <w:name w:val="Caractère Emphase intense"/>
    <w:basedOn w:val="Policepardfaut"/>
    <w:link w:val="Accentuation1intense"/>
    <w:uiPriority w:val="21"/>
    <w:rPr>
      <w:rFonts w:cs="Times New Roman"/>
      <w:b/>
      <w:i/>
      <w:color w:val="707070" w:themeColor="accent3" w:themeShade="BF"/>
      <w:szCs w:val="20"/>
    </w:rPr>
  </w:style>
  <w:style w:type="paragraph" w:customStyle="1" w:styleId="Accentuation1discrte">
    <w:name w:val="Accentuation1 discrète"/>
    <w:basedOn w:val="Normal"/>
    <w:link w:val="Caractredaccentuationdiscret"/>
    <w:uiPriority w:val="19"/>
    <w:qFormat/>
    <w:rPr>
      <w:i/>
    </w:rPr>
  </w:style>
  <w:style w:type="character" w:customStyle="1" w:styleId="Caractredaccentuationdiscret">
    <w:name w:val="Caractère d'accentuation discret"/>
    <w:basedOn w:val="Policepardfaut"/>
    <w:link w:val="Accentuation1discrte"/>
    <w:uiPriority w:val="19"/>
    <w:rPr>
      <w:rFonts w:cs="Times New Roman"/>
      <w:i/>
      <w:color w:val="737373" w:themeColor="text1" w:themeTint="8C"/>
      <w:szCs w:val="20"/>
    </w:rPr>
  </w:style>
  <w:style w:type="paragraph" w:styleId="Citation">
    <w:name w:val="Quote"/>
    <w:basedOn w:val="Normal"/>
    <w:link w:val="CitationCar"/>
    <w:uiPriority w:val="29"/>
    <w:qFormat/>
    <w:rPr>
      <w:i/>
      <w:color w:val="808080" w:themeColor="background1" w:themeShade="80"/>
      <w:sz w:val="24"/>
    </w:rPr>
  </w:style>
  <w:style w:type="character" w:customStyle="1" w:styleId="CitationCar">
    <w:name w:val="Citation Car"/>
    <w:basedOn w:val="Policepardfaut"/>
    <w:link w:val="Citation"/>
    <w:uiPriority w:val="29"/>
    <w:rPr>
      <w:rFonts w:cs="Times New Roman"/>
      <w:i/>
      <w:color w:val="808080" w:themeColor="background1" w:themeShade="80"/>
      <w:sz w:val="24"/>
      <w:szCs w:val="24"/>
    </w:rPr>
  </w:style>
  <w:style w:type="paragraph" w:styleId="Citationintense">
    <w:name w:val="Intense Quote"/>
    <w:basedOn w:val="Normal"/>
    <w:uiPriority w:val="30"/>
    <w:qFormat/>
    <w:pPr>
      <w:pBdr>
        <w:top w:val="single" w:sz="36" w:space="10" w:color="EAEAEA" w:themeColor="accent1" w:themeTint="99"/>
        <w:left w:val="single" w:sz="24" w:space="10" w:color="DDDDDD" w:themeColor="accent1"/>
        <w:bottom w:val="single" w:sz="36" w:space="10" w:color="969696" w:themeColor="accent3"/>
        <w:right w:val="single" w:sz="24" w:space="10" w:color="DDDDDD" w:themeColor="accent1"/>
      </w:pBdr>
      <w:shd w:val="clear" w:color="auto" w:fill="DDDDDD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table" w:styleId="Grilledutableau">
    <w:name w:val="Table Grid"/>
    <w:basedOn w:val="TableauNormal"/>
    <w:uiPriority w:val="1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cs="Times New Roman"/>
      <w:color w:val="000000" w:themeColor="text1"/>
      <w:szCs w:val="2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cs="Times New Roman"/>
      <w:color w:val="000000" w:themeColor="text1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pPr>
      <w:spacing w:after="0" w:line="240" w:lineRule="auto"/>
    </w:pPr>
    <w:rPr>
      <w:bCs/>
      <w:smallCaps/>
      <w:color w:val="858585" w:themeColor="accent2" w:themeShade="BF"/>
      <w:spacing w:val="10"/>
      <w:sz w:val="18"/>
      <w:szCs w:val="18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paragraph" w:styleId="Normalcentr">
    <w:name w:val="Block Text"/>
    <w:aliases w:val="Quote"/>
    <w:uiPriority w:val="40"/>
    <w:pPr>
      <w:pBdr>
        <w:top w:val="single" w:sz="2" w:space="10" w:color="EAEAEA" w:themeColor="accent1" w:themeTint="99"/>
        <w:bottom w:val="single" w:sz="24" w:space="10" w:color="EAEAEA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</w:rPr>
  </w:style>
  <w:style w:type="paragraph" w:styleId="Listepuces">
    <w:name w:val="List Bullet"/>
    <w:basedOn w:val="Normal"/>
    <w:uiPriority w:val="36"/>
    <w:unhideWhenUsed/>
    <w:qFormat/>
    <w:pPr>
      <w:numPr>
        <w:numId w:val="21"/>
      </w:numPr>
      <w:spacing w:after="0"/>
      <w:contextualSpacing/>
    </w:pPr>
  </w:style>
  <w:style w:type="paragraph" w:styleId="Listepuces2">
    <w:name w:val="List Bullet 2"/>
    <w:basedOn w:val="Normal"/>
    <w:uiPriority w:val="36"/>
    <w:unhideWhenUsed/>
    <w:qFormat/>
    <w:pPr>
      <w:numPr>
        <w:numId w:val="22"/>
      </w:numPr>
      <w:spacing w:after="0"/>
    </w:pPr>
  </w:style>
  <w:style w:type="paragraph" w:styleId="Listepuces3">
    <w:name w:val="List Bullet 3"/>
    <w:basedOn w:val="Normal"/>
    <w:uiPriority w:val="36"/>
    <w:unhideWhenUsed/>
    <w:qFormat/>
    <w:pPr>
      <w:numPr>
        <w:numId w:val="23"/>
      </w:numPr>
      <w:spacing w:after="0"/>
    </w:pPr>
  </w:style>
  <w:style w:type="paragraph" w:styleId="Listepuces4">
    <w:name w:val="List Bullet 4"/>
    <w:basedOn w:val="Normal"/>
    <w:uiPriority w:val="36"/>
    <w:unhideWhenUsed/>
    <w:qFormat/>
    <w:pPr>
      <w:numPr>
        <w:numId w:val="24"/>
      </w:numPr>
      <w:spacing w:after="0"/>
    </w:pPr>
  </w:style>
  <w:style w:type="paragraph" w:styleId="Listepuces5">
    <w:name w:val="List Bullet 5"/>
    <w:basedOn w:val="Normal"/>
    <w:uiPriority w:val="36"/>
    <w:unhideWhenUsed/>
    <w:qFormat/>
    <w:pPr>
      <w:numPr>
        <w:numId w:val="25"/>
      </w:numPr>
      <w:spacing w:after="0"/>
    </w:pPr>
  </w:style>
  <w:style w:type="paragraph" w:styleId="TM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B2B2B2" w:themeColor="accent2"/>
    </w:rPr>
  </w:style>
  <w:style w:type="paragraph" w:styleId="TM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TM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TM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TM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TM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TM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TM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TM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character" w:styleId="Lienhypertexte">
    <w:name w:val="Hyperlink"/>
    <w:basedOn w:val="Policepardfaut"/>
    <w:uiPriority w:val="99"/>
    <w:unhideWhenUsed/>
    <w:rPr>
      <w:color w:val="5F5F5F" w:themeColor="hyperlink"/>
      <w:u w:val="single"/>
    </w:rPr>
  </w:style>
  <w:style w:type="paragraph" w:customStyle="1" w:styleId="Nom">
    <w:name w:val="Nom"/>
    <w:basedOn w:val="Normal"/>
    <w:qFormat/>
    <w:pPr>
      <w:spacing w:after="0"/>
    </w:pPr>
    <w:rPr>
      <w:rFonts w:asciiTheme="majorHAnsi" w:hAnsiTheme="majorHAnsi"/>
      <w:b/>
      <w:color w:val="DDDDDD" w:themeColor="accent1"/>
      <w:sz w:val="48"/>
    </w:rPr>
  </w:style>
  <w:style w:type="character" w:styleId="Titredulivre">
    <w:name w:val="Book Title"/>
    <w:basedOn w:val="Policepardfaut"/>
    <w:uiPriority w:val="33"/>
    <w:qFormat/>
    <w:rPr>
      <w:rFonts w:asciiTheme="majorHAnsi" w:hAnsiTheme="majorHAnsi" w:cs="Times New Roman"/>
      <w:i/>
      <w:color w:val="4D4D4D" w:themeColor="accent6"/>
      <w:sz w:val="20"/>
      <w:szCs w:val="20"/>
    </w:rPr>
  </w:style>
  <w:style w:type="character" w:styleId="Emphaseintense">
    <w:name w:val="Intense Emphasis"/>
    <w:basedOn w:val="Policepardfaut"/>
    <w:uiPriority w:val="21"/>
    <w:qFormat/>
    <w:rPr>
      <w:rFonts w:asciiTheme="minorHAnsi" w:hAnsiTheme="minorHAnsi" w:cs="Times New Roman"/>
      <w:b/>
      <w:i/>
      <w:smallCaps/>
      <w:color w:val="B2B2B2" w:themeColor="accent2"/>
      <w:spacing w:val="2"/>
      <w:w w:val="100"/>
      <w:sz w:val="20"/>
      <w:szCs w:val="20"/>
    </w:rPr>
  </w:style>
  <w:style w:type="character" w:styleId="Rfrenceintense">
    <w:name w:val="Intense Reference"/>
    <w:basedOn w:val="Policepardfaut"/>
    <w:uiPriority w:val="32"/>
    <w:qFormat/>
    <w:rPr>
      <w:rFonts w:cs="Times New Roman"/>
      <w:b/>
      <w:color w:val="DDDDDD" w:themeColor="accent1"/>
      <w:sz w:val="22"/>
      <w:szCs w:val="22"/>
      <w:u w:val="single"/>
    </w:rPr>
  </w:style>
  <w:style w:type="character" w:styleId="Emphaseple">
    <w:name w:val="Subtle Emphasis"/>
    <w:basedOn w:val="Policepardfau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2"/>
    </w:rPr>
  </w:style>
  <w:style w:type="character" w:styleId="Rfrenceple">
    <w:name w:val="Subtle Reference"/>
    <w:basedOn w:val="Policepardfaut"/>
    <w:uiPriority w:val="31"/>
    <w:qFormat/>
    <w:rPr>
      <w:rFonts w:cs="Times New Roman"/>
      <w:color w:val="737373" w:themeColor="text1" w:themeTint="8C"/>
      <w:sz w:val="22"/>
      <w:szCs w:val="22"/>
      <w:u w:val="single"/>
    </w:rPr>
  </w:style>
  <w:style w:type="character" w:styleId="Textedelespacerserv">
    <w:name w:val="Placeholder Text"/>
    <w:basedOn w:val="Policepardfaut"/>
    <w:uiPriority w:val="99"/>
    <w:rPr>
      <w:color w:val="808080"/>
    </w:rPr>
  </w:style>
  <w:style w:type="paragraph" w:customStyle="1" w:styleId="Sous-section">
    <w:name w:val="Sous-section"/>
    <w:basedOn w:val="Normal"/>
    <w:next w:val="Normal"/>
    <w:qFormat/>
    <w:pPr>
      <w:spacing w:after="0" w:line="240" w:lineRule="auto"/>
      <w:outlineLvl w:val="0"/>
    </w:pPr>
    <w:rPr>
      <w:rFonts w:asciiTheme="majorHAnsi" w:hAnsiTheme="majorHAnsi"/>
      <w:b/>
      <w:color w:val="DDDDDD" w:themeColor="accent1"/>
      <w:spacing w:val="20"/>
      <w:sz w:val="24"/>
      <w:szCs w:val="24"/>
    </w:rPr>
  </w:style>
  <w:style w:type="paragraph" w:customStyle="1" w:styleId="Textedesous-section">
    <w:name w:val="Texte de sous-section"/>
    <w:basedOn w:val="Normal"/>
    <w:qFormat/>
    <w:pPr>
      <w:spacing w:before="120"/>
      <w:contextualSpacing/>
    </w:pPr>
  </w:style>
  <w:style w:type="paragraph" w:customStyle="1" w:styleId="Datedesous-section">
    <w:name w:val="Date de sous-section"/>
    <w:basedOn w:val="Normal"/>
    <w:next w:val="Normal"/>
    <w:qFormat/>
    <w:pPr>
      <w:spacing w:after="0" w:line="240" w:lineRule="auto"/>
      <w:outlineLvl w:val="0"/>
    </w:pPr>
    <w:rPr>
      <w:rFonts w:asciiTheme="majorHAnsi" w:hAnsiTheme="majorHAnsi"/>
      <w:color w:val="000000" w:themeColor="text2"/>
      <w:spacing w:val="20"/>
      <w:sz w:val="24"/>
      <w:szCs w:val="24"/>
    </w:rPr>
  </w:style>
  <w:style w:type="paragraph" w:customStyle="1" w:styleId="Section">
    <w:name w:val="Section"/>
    <w:basedOn w:val="Normal"/>
    <w:next w:val="Normal"/>
    <w:qFormat/>
    <w:pPr>
      <w:spacing w:before="320" w:after="40" w:line="240" w:lineRule="auto"/>
    </w:pPr>
    <w:rPr>
      <w:rFonts w:asciiTheme="majorHAnsi" w:hAnsiTheme="majorHAnsi"/>
      <w:b/>
      <w:color w:val="B2B2B2" w:themeColor="accent2"/>
      <w:sz w:val="28"/>
    </w:rPr>
  </w:style>
  <w:style w:type="paragraph" w:customStyle="1" w:styleId="Texteestomp">
    <w:name w:val="Texte estompé"/>
    <w:basedOn w:val="Sansinterligne"/>
    <w:unhideWhenUsed/>
    <w:qFormat/>
    <w:rPr>
      <w:rFonts w:asciiTheme="majorHAnsi" w:hAnsiTheme="majorHAnsi"/>
      <w:sz w:val="20"/>
    </w:rPr>
  </w:style>
  <w:style w:type="character" w:customStyle="1" w:styleId="cardatesoussection">
    <w:name w:val="cardatesoussection"/>
    <w:basedOn w:val="Policepardfaut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6\EquityResum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microsoft.com/office/word/2004/10/bibliography" xmlns="http://schemas.microsoft.com/office/word/2004/10/bibliography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038E0-F319-4113-A862-842917B88F0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37D945-1029-4BF9-BA0F-5890B8235FB5}">
  <ds:schemaRefs>
    <ds:schemaRef ds:uri="http://schemas.microsoft.com/office/word/2004/10/bibliography"/>
  </ds:schemaRefs>
</ds:datastoreItem>
</file>

<file path=customXml/itemProps3.xml><?xml version="1.0" encoding="utf-8"?>
<ds:datastoreItem xmlns:ds="http://schemas.openxmlformats.org/officeDocument/2006/customXml" ds:itemID="{113B5B92-149B-4BEC-BE21-D77503EE1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EquityResume.Dotx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[Enter Document Title]</vt:lpstr>
    </vt:vector>
  </TitlesOfParts>
  <Company>Hewlett-Packard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otif ’hospitalisation</dc:creator>
  <cp:lastModifiedBy>*</cp:lastModifiedBy>
  <cp:revision>2</cp:revision>
  <cp:lastPrinted>2015-04-01T07:50:00Z</cp:lastPrinted>
  <dcterms:created xsi:type="dcterms:W3CDTF">2017-07-03T12:55:00Z</dcterms:created>
  <dcterms:modified xsi:type="dcterms:W3CDTF">2017-07-03T12:55:00Z</dcterms:modified>
</cp:coreProperties>
</file>